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fontTable.xml" ContentType="application/vnd.openxmlformats-officedocument.wordprocessingml.fontTable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D8C94B" w14:textId="77777777" w:rsidR="00C979EB" w:rsidRPr="002E4F3E" w:rsidRDefault="00C979EB" w:rsidP="009B6D26">
      <w:pPr>
        <w:tabs>
          <w:tab w:val="right" w:pos="13750"/>
          <w:tab w:val="right" w:pos="15309"/>
        </w:tabs>
        <w:spacing w:after="0"/>
        <w:rPr>
          <w:rFonts w:cs="Arial"/>
          <w:sz w:val="20"/>
          <w:szCs w:val="20"/>
          <w:lang w:val="fr-CH"/>
        </w:rPr>
      </w:pPr>
    </w:p>
    <w:p w14:paraId="1DAF1425" w14:textId="77777777" w:rsidR="0031131E" w:rsidRPr="002E4F3E" w:rsidRDefault="0031131E" w:rsidP="0031131E">
      <w:pPr>
        <w:tabs>
          <w:tab w:val="right" w:pos="13750"/>
          <w:tab w:val="right" w:pos="15309"/>
        </w:tabs>
        <w:spacing w:after="0"/>
        <w:rPr>
          <w:rFonts w:cs="Arial"/>
          <w:sz w:val="20"/>
          <w:szCs w:val="20"/>
          <w:lang w:val="fr-CH"/>
        </w:rPr>
      </w:pPr>
      <w:r w:rsidRPr="002E4F3E">
        <w:rPr>
          <w:rFonts w:cs="Arial"/>
          <w:sz w:val="20"/>
          <w:szCs w:val="20"/>
          <w:lang w:val="fr-CH"/>
        </w:rPr>
        <w:t>Remarques de:</w:t>
      </w:r>
    </w:p>
    <w:tbl>
      <w:tblPr>
        <w:tblStyle w:val="Tabellenraster"/>
        <w:tblW w:w="153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4252"/>
        <w:gridCol w:w="2835"/>
        <w:gridCol w:w="3969"/>
        <w:gridCol w:w="2608"/>
      </w:tblGrid>
      <w:tr w:rsidR="00C12C91" w:rsidRPr="00C12C91" w14:paraId="01951607" w14:textId="77777777" w:rsidTr="00CE1E45">
        <w:sdt>
          <w:sdtPr>
            <w:rPr>
              <w:rFonts w:cs="Arial"/>
              <w:bCs/>
              <w:sz w:val="20"/>
              <w:szCs w:val="20"/>
              <w:lang w:val="fr-CH"/>
            </w:rPr>
            <w:id w:val="-1343629295"/>
            <w:placeholder>
              <w:docPart w:val="0A3E8EF82E8F400FB245C80EE89BB7EE"/>
            </w:placeholder>
            <w:temporary/>
            <w:showingPlcHdr/>
          </w:sdtPr>
          <w:sdtEndPr/>
          <w:sdtContent>
            <w:tc>
              <w:tcPr>
                <w:tcW w:w="1701" w:type="dxa"/>
              </w:tcPr>
              <w:p w14:paraId="60A4975F" w14:textId="77777777" w:rsidR="0031131E" w:rsidRPr="00C12C91" w:rsidRDefault="002F4AB0" w:rsidP="00CE1E45">
                <w:pPr>
                  <w:spacing w:after="0"/>
                  <w:rPr>
                    <w:rFonts w:cs="Arial"/>
                    <w:sz w:val="20"/>
                    <w:szCs w:val="20"/>
                    <w:lang w:val="fr-CH"/>
                  </w:rPr>
                </w:pPr>
                <w:r w:rsidRPr="00C12C91">
                  <w:rPr>
                    <w:lang w:val="fr-CH"/>
                  </w:rPr>
                  <w:t>Abrév</w:t>
                </w:r>
                <w:r w:rsidR="00865D0E" w:rsidRPr="00C12C91">
                  <w:rPr>
                    <w:lang w:val="fr-CH"/>
                  </w:rPr>
                  <w:t>i</w:t>
                </w:r>
                <w:r w:rsidRPr="00C12C91">
                  <w:rPr>
                    <w:lang w:val="fr-CH"/>
                  </w:rPr>
                  <w:t xml:space="preserve">ation </w:t>
                </w:r>
                <w:r w:rsidR="00317AC6" w:rsidRPr="00C12C91">
                  <w:rPr>
                    <w:lang w:val="fr-CH"/>
                  </w:rPr>
                  <w:t>de l’o</w:t>
                </w:r>
                <w:r w:rsidRPr="00C12C91">
                  <w:rPr>
                    <w:lang w:val="fr-CH"/>
                  </w:rPr>
                  <w:t>rganisation (p.</w:t>
                </w:r>
                <w:r w:rsidR="00865D0E" w:rsidRPr="00C12C91">
                  <w:rPr>
                    <w:lang w:val="fr-CH"/>
                  </w:rPr>
                  <w:t> </w:t>
                </w:r>
                <w:r w:rsidRPr="00C12C91">
                  <w:rPr>
                    <w:lang w:val="fr-CH"/>
                  </w:rPr>
                  <w:t>ex. UTP</w:t>
                </w:r>
                <w:r w:rsidR="009E70A3" w:rsidRPr="00C12C91">
                  <w:rPr>
                    <w:lang w:val="fr-CH"/>
                  </w:rPr>
                  <w:t>)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:lang w:val="fr-CH"/>
            </w:rPr>
            <w:id w:val="1949199313"/>
            <w:placeholder>
              <w:docPart w:val="238BF997E1A547519331345A6D9C1E9F"/>
            </w:placeholder>
            <w:temporary/>
            <w:showingPlcHdr/>
          </w:sdtPr>
          <w:sdtEndPr/>
          <w:sdtContent>
            <w:tc>
              <w:tcPr>
                <w:tcW w:w="4252" w:type="dxa"/>
              </w:tcPr>
              <w:p w14:paraId="254FFFBD" w14:textId="77777777" w:rsidR="0031131E" w:rsidRPr="00C12C91" w:rsidRDefault="002F4AB0" w:rsidP="00CE1E45">
                <w:pPr>
                  <w:spacing w:after="0"/>
                  <w:rPr>
                    <w:rFonts w:cs="Arial"/>
                    <w:sz w:val="20"/>
                    <w:szCs w:val="20"/>
                    <w:lang w:val="fr-CH"/>
                  </w:rPr>
                </w:pPr>
                <w:r w:rsidRPr="00C12C91">
                  <w:rPr>
                    <w:rStyle w:val="Platzhaltertext"/>
                    <w:color w:val="auto"/>
                    <w:lang w:val="fr-CH"/>
                  </w:rPr>
                  <w:t>Entreprise (p. ex. Union des transports publics</w:t>
                </w:r>
                <w:r w:rsidR="00AA232D" w:rsidRPr="00C12C91">
                  <w:rPr>
                    <w:rStyle w:val="Platzhaltertext"/>
                    <w:color w:val="auto"/>
                    <w:lang w:val="fr-CH"/>
                  </w:rPr>
                  <w:t>)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:lang w:val="fr-CH"/>
            </w:rPr>
            <w:id w:val="1977102036"/>
            <w:placeholder>
              <w:docPart w:val="48B754C35E324EC2BAF79E813A1622B2"/>
            </w:placeholder>
            <w:temporary/>
            <w:showingPlcHdr/>
          </w:sdtPr>
          <w:sdtEndPr/>
          <w:sdtContent>
            <w:tc>
              <w:tcPr>
                <w:tcW w:w="2835" w:type="dxa"/>
              </w:tcPr>
              <w:p w14:paraId="0912C28A" w14:textId="77777777" w:rsidR="0031131E" w:rsidRPr="00C12C91" w:rsidRDefault="00C26B74" w:rsidP="00CE1E45">
                <w:pPr>
                  <w:spacing w:after="0"/>
                  <w:rPr>
                    <w:rFonts w:cs="Arial"/>
                    <w:sz w:val="20"/>
                    <w:szCs w:val="20"/>
                    <w:lang w:val="fr-CH"/>
                  </w:rPr>
                </w:pPr>
                <w:r w:rsidRPr="00C12C91">
                  <w:rPr>
                    <w:rStyle w:val="Platzhaltertext"/>
                    <w:color w:val="auto"/>
                    <w:lang w:val="fr-CH"/>
                  </w:rPr>
                  <w:t>P</w:t>
                </w:r>
                <w:r w:rsidR="00AA232D" w:rsidRPr="00C12C91">
                  <w:rPr>
                    <w:rStyle w:val="Platzhaltertext"/>
                    <w:color w:val="auto"/>
                    <w:lang w:val="fr-CH"/>
                  </w:rPr>
                  <w:t>rénom, nom (auteur)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:lang w:val="fr-CH"/>
            </w:rPr>
            <w:id w:val="1139915303"/>
            <w:placeholder>
              <w:docPart w:val="330C0629CF8F4FE8A5F7678EEF585559"/>
            </w:placeholder>
            <w:temporary/>
            <w:showingPlcHdr/>
          </w:sdtPr>
          <w:sdtEndPr/>
          <w:sdtContent>
            <w:tc>
              <w:tcPr>
                <w:tcW w:w="3969" w:type="dxa"/>
              </w:tcPr>
              <w:p w14:paraId="2FBDE98C" w14:textId="77777777" w:rsidR="0031131E" w:rsidRPr="00C12C91" w:rsidRDefault="00C26B74" w:rsidP="00CE1E45">
                <w:pPr>
                  <w:spacing w:after="0"/>
                  <w:rPr>
                    <w:rFonts w:cs="Arial"/>
                    <w:sz w:val="20"/>
                    <w:szCs w:val="20"/>
                    <w:lang w:val="fr-CH"/>
                  </w:rPr>
                </w:pPr>
                <w:r w:rsidRPr="00C12C91">
                  <w:rPr>
                    <w:rStyle w:val="Platzhaltertext"/>
                    <w:color w:val="auto"/>
                    <w:lang w:val="fr-CH"/>
                  </w:rPr>
                  <w:t>Adresse e-</w:t>
                </w:r>
                <w:r w:rsidR="00AA232D" w:rsidRPr="00C12C91">
                  <w:rPr>
                    <w:rStyle w:val="Platzhaltertext"/>
                    <w:color w:val="auto"/>
                    <w:lang w:val="fr-CH"/>
                  </w:rPr>
                  <w:t>mail</w:t>
                </w:r>
              </w:p>
            </w:tc>
          </w:sdtContent>
        </w:sdt>
        <w:tc>
          <w:tcPr>
            <w:tcW w:w="2608" w:type="dxa"/>
          </w:tcPr>
          <w:p w14:paraId="23B5694B" w14:textId="77777777" w:rsidR="0031131E" w:rsidRPr="00C12C91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</w:tr>
      <w:tr w:rsidR="00C12C91" w:rsidRPr="00C12C91" w14:paraId="0F146708" w14:textId="77777777" w:rsidTr="00CE1E45">
        <w:tc>
          <w:tcPr>
            <w:tcW w:w="1701" w:type="dxa"/>
          </w:tcPr>
          <w:p w14:paraId="4F7AAB5C" w14:textId="77777777" w:rsidR="0031131E" w:rsidRPr="00C12C91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  <w:tc>
          <w:tcPr>
            <w:tcW w:w="4252" w:type="dxa"/>
          </w:tcPr>
          <w:p w14:paraId="300CD7B1" w14:textId="77777777" w:rsidR="0031131E" w:rsidRPr="00C12C91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  <w:tc>
          <w:tcPr>
            <w:tcW w:w="2835" w:type="dxa"/>
          </w:tcPr>
          <w:p w14:paraId="77BB7C7C" w14:textId="77777777" w:rsidR="0031131E" w:rsidRPr="00C12C91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  <w:tc>
          <w:tcPr>
            <w:tcW w:w="3969" w:type="dxa"/>
          </w:tcPr>
          <w:p w14:paraId="6EA3A36B" w14:textId="77777777" w:rsidR="0031131E" w:rsidRPr="00C12C91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  <w:tc>
          <w:tcPr>
            <w:tcW w:w="2608" w:type="dxa"/>
          </w:tcPr>
          <w:p w14:paraId="16C1422D" w14:textId="77777777" w:rsidR="0031131E" w:rsidRPr="00C12C91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</w:tr>
    </w:tbl>
    <w:p w14:paraId="1CC1579A" w14:textId="77777777" w:rsidR="0031131E" w:rsidRPr="002E4F3E" w:rsidRDefault="0031131E" w:rsidP="009B6D26">
      <w:pPr>
        <w:tabs>
          <w:tab w:val="right" w:pos="13750"/>
          <w:tab w:val="right" w:pos="15309"/>
        </w:tabs>
        <w:spacing w:after="0"/>
        <w:rPr>
          <w:rFonts w:cs="Arial"/>
          <w:sz w:val="20"/>
          <w:szCs w:val="20"/>
          <w:lang w:val="fr-CH"/>
        </w:rPr>
      </w:pPr>
    </w:p>
    <w:p w14:paraId="7613776A" w14:textId="77777777" w:rsidR="00D351C4" w:rsidRPr="002E4F3E" w:rsidRDefault="00D351C4" w:rsidP="00A615D1">
      <w:pPr>
        <w:spacing w:after="0"/>
        <w:rPr>
          <w:rFonts w:cs="Arial"/>
          <w:sz w:val="20"/>
          <w:szCs w:val="20"/>
          <w:lang w:val="fr-CH"/>
        </w:rPr>
      </w:pPr>
    </w:p>
    <w:tbl>
      <w:tblPr>
        <w:tblW w:w="153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964"/>
        <w:gridCol w:w="1134"/>
        <w:gridCol w:w="567"/>
        <w:gridCol w:w="4422"/>
        <w:gridCol w:w="4422"/>
        <w:gridCol w:w="567"/>
        <w:gridCol w:w="2438"/>
      </w:tblGrid>
      <w:tr w:rsidR="00A615D1" w:rsidRPr="00154220" w14:paraId="286821CB" w14:textId="77777777" w:rsidTr="00A615D1">
        <w:trPr>
          <w:trHeight w:val="440"/>
          <w:tblHeader/>
        </w:trPr>
        <w:tc>
          <w:tcPr>
            <w:tcW w:w="85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63D9038F" w14:textId="77777777" w:rsidR="00D335F7" w:rsidRPr="002E4F3E" w:rsidRDefault="00D335F7" w:rsidP="00A8655D">
            <w:pPr>
              <w:spacing w:after="0"/>
              <w:rPr>
                <w:b/>
                <w:sz w:val="20"/>
                <w:szCs w:val="20"/>
                <w:lang w:val="fr-CH"/>
              </w:rPr>
            </w:pPr>
            <w:proofErr w:type="spellStart"/>
            <w:r w:rsidRPr="002E4F3E">
              <w:rPr>
                <w:b/>
                <w:sz w:val="20"/>
                <w:szCs w:val="20"/>
                <w:lang w:val="fr-CH"/>
              </w:rPr>
              <w:t>Org</w:t>
            </w:r>
            <w:proofErr w:type="spellEnd"/>
            <w:r w:rsidRPr="002E4F3E">
              <w:rPr>
                <w:b/>
                <w:sz w:val="20"/>
                <w:szCs w:val="20"/>
                <w:lang w:val="fr-CH"/>
              </w:rPr>
              <w:t>.-</w:t>
            </w:r>
            <w:r w:rsidR="00317AC6" w:rsidRPr="002E4F3E">
              <w:rPr>
                <w:b/>
                <w:sz w:val="20"/>
                <w:szCs w:val="20"/>
                <w:lang w:val="fr-CH"/>
              </w:rPr>
              <w:t>N</w:t>
            </w:r>
            <w:r w:rsidR="00317AC6" w:rsidRPr="002E4F3E">
              <w:rPr>
                <w:b/>
                <w:sz w:val="20"/>
                <w:szCs w:val="20"/>
                <w:vertAlign w:val="superscript"/>
                <w:lang w:val="fr-CH"/>
              </w:rPr>
              <w:t>o</w:t>
            </w:r>
            <w:r w:rsidR="00317AC6" w:rsidRPr="002E4F3E">
              <w:rPr>
                <w:b/>
                <w:sz w:val="20"/>
                <w:szCs w:val="20"/>
                <w:lang w:val="fr-CH"/>
              </w:rPr>
              <w:t xml:space="preserve"> 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>1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76A6E14" w14:textId="77777777" w:rsidR="00D335F7" w:rsidRPr="002E4F3E" w:rsidRDefault="00D335F7" w:rsidP="00364FAF">
            <w:pPr>
              <w:spacing w:after="0"/>
              <w:rPr>
                <w:b/>
                <w:sz w:val="20"/>
                <w:szCs w:val="20"/>
                <w:vertAlign w:val="superscript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 xml:space="preserve">Chapitre 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690DA2AC" w14:textId="77777777" w:rsidR="00D335F7" w:rsidRPr="002E4F3E" w:rsidRDefault="00D335F7" w:rsidP="00D102DA">
            <w:pPr>
              <w:spacing w:after="0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>Paragraphe</w:t>
            </w:r>
            <w:r w:rsidR="004E7782" w:rsidRPr="002E4F3E">
              <w:rPr>
                <w:b/>
                <w:sz w:val="20"/>
                <w:szCs w:val="20"/>
                <w:vertAlign w:val="superscript"/>
                <w:lang w:val="fr-CH"/>
              </w:rPr>
              <w:t> 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4B267D2C" w14:textId="77777777" w:rsidR="00D335F7" w:rsidRPr="002E4F3E" w:rsidRDefault="00D335F7" w:rsidP="004E7782">
            <w:pPr>
              <w:spacing w:after="0"/>
              <w:jc w:val="center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 xml:space="preserve">T/R 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>3</w:t>
            </w:r>
          </w:p>
        </w:tc>
        <w:tc>
          <w:tcPr>
            <w:tcW w:w="442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E9CCEEA" w14:textId="77777777" w:rsidR="00D335F7" w:rsidRPr="002E4F3E" w:rsidRDefault="00D335F7" w:rsidP="00D102DA">
            <w:pPr>
              <w:spacing w:after="0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>Commentaire</w:t>
            </w:r>
          </w:p>
        </w:tc>
        <w:tc>
          <w:tcPr>
            <w:tcW w:w="442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0BA96E4" w14:textId="77777777" w:rsidR="00D335F7" w:rsidRPr="002E4F3E" w:rsidRDefault="00D335F7" w:rsidP="00D102DA">
            <w:pPr>
              <w:spacing w:after="0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 xml:space="preserve">Proposition / proposition de texte 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>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13B5EEE" w14:textId="77777777" w:rsidR="00D335F7" w:rsidRPr="002E4F3E" w:rsidRDefault="00D335F7" w:rsidP="004E7782">
            <w:pPr>
              <w:spacing w:after="0"/>
              <w:jc w:val="center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>Cat.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 xml:space="preserve"> 5</w:t>
            </w:r>
          </w:p>
        </w:tc>
        <w:tc>
          <w:tcPr>
            <w:tcW w:w="243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2DB5897C" w14:textId="77777777" w:rsidR="00D335F7" w:rsidRPr="002E4F3E" w:rsidRDefault="00D335F7" w:rsidP="00D102DA">
            <w:pPr>
              <w:spacing w:after="0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 xml:space="preserve">Décision / justification du groupe de </w:t>
            </w:r>
            <w:r w:rsidR="00C76A31" w:rsidRPr="002E4F3E">
              <w:rPr>
                <w:b/>
                <w:sz w:val="20"/>
                <w:szCs w:val="20"/>
                <w:lang w:val="fr-CH"/>
              </w:rPr>
              <w:t>projet</w:t>
            </w:r>
          </w:p>
        </w:tc>
      </w:tr>
      <w:tr w:rsidR="00723042" w:rsidRPr="00154220" w14:paraId="2D044E09" w14:textId="77777777" w:rsidTr="00CC4C54">
        <w:trPr>
          <w:trHeight w:val="264"/>
        </w:trPr>
        <w:sdt>
          <w:sdtPr>
            <w:rPr>
              <w:rFonts w:cs="Arial"/>
              <w:bCs/>
              <w:sz w:val="20"/>
              <w:szCs w:val="20"/>
              <w:lang w:val="fr-CH"/>
            </w:rPr>
            <w:id w:val="184023263"/>
            <w:placeholder>
              <w:docPart w:val="1B5FA4A733E04B29AFC76F2ADD6E0539"/>
            </w:placeholder>
            <w:temporary/>
            <w:showingPlcHdr/>
          </w:sdtPr>
          <w:sdtEndPr/>
          <w:sdtContent>
            <w:tc>
              <w:tcPr>
                <w:tcW w:w="850" w:type="dxa"/>
              </w:tcPr>
              <w:p w14:paraId="3DE52C5F" w14:textId="77777777" w:rsidR="00723042" w:rsidRPr="002E4F3E" w:rsidRDefault="007D64B3" w:rsidP="00723042">
                <w:pPr>
                  <w:spacing w:after="0"/>
                  <w:rPr>
                    <w:rFonts w:cs="Arial"/>
                    <w:bCs/>
                    <w:sz w:val="20"/>
                    <w:szCs w:val="20"/>
                    <w:lang w:val="fr-CH"/>
                  </w:rPr>
                </w:pPr>
                <w:r w:rsidRPr="002E4F3E">
                  <w:rPr>
                    <w:color w:val="808080"/>
                    <w:lang w:val="fr-CH"/>
                  </w:rPr>
                  <w:t>Abrév.</w:t>
                </w:r>
                <w:r w:rsidR="00317AC6" w:rsidRPr="002E4F3E">
                  <w:rPr>
                    <w:color w:val="808080"/>
                    <w:lang w:val="fr-CH"/>
                  </w:rPr>
                  <w:t xml:space="preserve"> </w:t>
                </w:r>
                <w:r w:rsidR="00BC2B5B">
                  <w:rPr>
                    <w:color w:val="808080"/>
                    <w:lang w:val="fr-CH"/>
                  </w:rPr>
                  <w:t>de l’</w:t>
                </w:r>
                <w:r w:rsidR="00317AC6" w:rsidRPr="002E4F3E">
                  <w:rPr>
                    <w:color w:val="808080"/>
                    <w:lang w:val="fr-CH"/>
                  </w:rPr>
                  <w:t>o</w:t>
                </w:r>
                <w:r w:rsidRPr="002E4F3E">
                  <w:rPr>
                    <w:color w:val="808080"/>
                    <w:lang w:val="fr-CH"/>
                  </w:rPr>
                  <w:t>rg</w:t>
                </w:r>
                <w:r w:rsidR="00CB6C69" w:rsidRPr="002E4F3E">
                  <w:rPr>
                    <w:color w:val="808080"/>
                    <w:lang w:val="fr-CH"/>
                  </w:rPr>
                  <w:t>.</w:t>
                </w:r>
                <w:r w:rsidRPr="002E4F3E">
                  <w:rPr>
                    <w:color w:val="808080"/>
                    <w:lang w:val="fr-CH"/>
                  </w:rPr>
                  <w:t>-</w:t>
                </w:r>
                <w:r w:rsidR="0059509B" w:rsidRPr="002E4F3E">
                  <w:rPr>
                    <w:color w:val="808080"/>
                    <w:lang w:val="fr-CH"/>
                  </w:rPr>
                  <w:t>N</w:t>
                </w:r>
                <w:r w:rsidR="0059509B" w:rsidRPr="002E4F3E">
                  <w:rPr>
                    <w:color w:val="808080"/>
                    <w:vertAlign w:val="superscript"/>
                    <w:lang w:val="fr-CH"/>
                  </w:rPr>
                  <w:t>o</w:t>
                </w:r>
                <w:r w:rsidR="0059509B" w:rsidRPr="002E4F3E">
                  <w:rPr>
                    <w:color w:val="808080"/>
                    <w:lang w:val="fr-CH"/>
                  </w:rPr>
                  <w:t xml:space="preserve"> </w:t>
                </w:r>
                <w:r w:rsidRPr="002E4F3E">
                  <w:rPr>
                    <w:color w:val="808080"/>
                    <w:lang w:val="fr-CH"/>
                  </w:rPr>
                  <w:t>(p.</w:t>
                </w:r>
                <w:r w:rsidR="0059509B" w:rsidRPr="002E4F3E">
                  <w:rPr>
                    <w:color w:val="808080"/>
                    <w:lang w:val="fr-CH"/>
                  </w:rPr>
                  <w:t> </w:t>
                </w:r>
                <w:r w:rsidRPr="002E4F3E">
                  <w:rPr>
                    <w:color w:val="808080"/>
                    <w:lang w:val="fr-CH"/>
                  </w:rPr>
                  <w:t>ex. UTP-01)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  <w:lang w:val="fr-CH"/>
            </w:rPr>
            <w:id w:val="-185756224"/>
            <w:placeholder>
              <w:docPart w:val="B0AEA25025414A43A40FD7EDE4B40FB5"/>
            </w:placeholder>
            <w:temporary/>
            <w:showingPlcHdr/>
          </w:sdtPr>
          <w:sdtEndPr/>
          <w:sdtContent>
            <w:tc>
              <w:tcPr>
                <w:tcW w:w="964" w:type="dxa"/>
              </w:tcPr>
              <w:p w14:paraId="1BE3FC83" w14:textId="77777777" w:rsidR="00723042" w:rsidRPr="002E4F3E" w:rsidRDefault="00943593" w:rsidP="00723042">
                <w:pPr>
                  <w:spacing w:after="0"/>
                  <w:rPr>
                    <w:rFonts w:cs="Arial"/>
                    <w:bCs/>
                    <w:sz w:val="20"/>
                    <w:szCs w:val="20"/>
                    <w:lang w:val="fr-CH"/>
                  </w:rPr>
                </w:pPr>
                <w:r w:rsidRPr="002E4F3E">
                  <w:rPr>
                    <w:rStyle w:val="Platzhaltertext"/>
                    <w:lang w:val="fr-CH"/>
                  </w:rPr>
                  <w:t>Indiquer seulement</w:t>
                </w:r>
                <w:r w:rsidR="001E1716" w:rsidRPr="002E4F3E">
                  <w:rPr>
                    <w:rStyle w:val="Platzhaltertext"/>
                    <w:lang w:val="fr-CH"/>
                  </w:rPr>
                  <w:t xml:space="preserve"> le </w:t>
                </w:r>
                <w:r w:rsidR="0024792E" w:rsidRPr="002E4F3E">
                  <w:rPr>
                    <w:rStyle w:val="Platzhaltertext"/>
                    <w:lang w:val="fr-CH"/>
                  </w:rPr>
                  <w:t>N</w:t>
                </w:r>
                <w:r w:rsidR="0024792E" w:rsidRPr="002E4F3E">
                  <w:rPr>
                    <w:rStyle w:val="Platzhaltertext"/>
                    <w:vertAlign w:val="superscript"/>
                    <w:lang w:val="fr-CH"/>
                  </w:rPr>
                  <w:t>o</w:t>
                </w:r>
                <w:r w:rsidR="0024792E" w:rsidRPr="002E4F3E">
                  <w:rPr>
                    <w:rStyle w:val="Platzhaltertext"/>
                    <w:lang w:val="fr-CH"/>
                  </w:rPr>
                  <w:t xml:space="preserve"> </w:t>
                </w:r>
                <w:r w:rsidR="001E1716" w:rsidRPr="002E4F3E">
                  <w:rPr>
                    <w:rStyle w:val="Platzhaltertext"/>
                    <w:lang w:val="fr-CH"/>
                  </w:rPr>
                  <w:t>(p.</w:t>
                </w:r>
                <w:r w:rsidR="0024792E" w:rsidRPr="002E4F3E">
                  <w:rPr>
                    <w:rStyle w:val="Platzhaltertext"/>
                    <w:lang w:val="fr-CH"/>
                  </w:rPr>
                  <w:t> </w:t>
                </w:r>
                <w:r w:rsidR="001E1716" w:rsidRPr="002E4F3E">
                  <w:rPr>
                    <w:rStyle w:val="Platzhaltertext"/>
                    <w:lang w:val="fr-CH"/>
                  </w:rPr>
                  <w:t xml:space="preserve">ex. </w:t>
                </w:r>
                <w:r w:rsidR="00D7106C" w:rsidRPr="002E4F3E">
                  <w:rPr>
                    <w:rStyle w:val="Platzhaltertext"/>
                    <w:lang w:val="fr-CH"/>
                  </w:rPr>
                  <w:t>0/1.2/1.2.3)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  <w:lang w:val="fr-CH"/>
            </w:rPr>
            <w:id w:val="-2144105262"/>
            <w:placeholder>
              <w:docPart w:val="4F0DD9463912485FA9EFB2DD554B6104"/>
            </w:placeholder>
            <w:temporary/>
            <w:showingPlcHdr/>
          </w:sdtPr>
          <w:sdtEndPr/>
          <w:sdtContent>
            <w:tc>
              <w:tcPr>
                <w:tcW w:w="1134" w:type="dxa"/>
              </w:tcPr>
              <w:p w14:paraId="145AEE08" w14:textId="77777777" w:rsidR="00723042" w:rsidRPr="002E4F3E" w:rsidRDefault="003931EB" w:rsidP="00723042">
                <w:pPr>
                  <w:spacing w:after="0"/>
                  <w:rPr>
                    <w:rFonts w:cs="Arial"/>
                    <w:bCs/>
                    <w:sz w:val="20"/>
                    <w:szCs w:val="20"/>
                    <w:lang w:val="fr-CH"/>
                  </w:rPr>
                </w:pPr>
                <w:r w:rsidRPr="002E4F3E">
                  <w:rPr>
                    <w:rStyle w:val="Platzhaltertext"/>
                    <w:lang w:val="fr-CH"/>
                  </w:rPr>
                  <w:t xml:space="preserve">Spécifique </w:t>
                </w:r>
                <w:r w:rsidR="009C7878" w:rsidRPr="002E4F3E">
                  <w:rPr>
                    <w:rStyle w:val="Platzhaltertext"/>
                    <w:lang w:val="fr-CH"/>
                  </w:rPr>
                  <w:t>p.</w:t>
                </w:r>
                <w:r w:rsidR="0024792E" w:rsidRPr="002E4F3E">
                  <w:rPr>
                    <w:rStyle w:val="Platzhaltertext"/>
                    <w:lang w:val="fr-CH"/>
                  </w:rPr>
                  <w:t xml:space="preserve"> </w:t>
                </w:r>
                <w:r w:rsidR="009C7878" w:rsidRPr="002E4F3E">
                  <w:rPr>
                    <w:rStyle w:val="Platzhaltertext"/>
                    <w:lang w:val="fr-CH"/>
                  </w:rPr>
                  <w:t>ex. avec paragraphe/général/</w:t>
                </w:r>
                <w:r w:rsidR="0024792E" w:rsidRPr="002E4F3E">
                  <w:rPr>
                    <w:rStyle w:val="Platzhaltertext"/>
                    <w:lang w:val="fr-CH"/>
                  </w:rPr>
                  <w:t>N</w:t>
                </w:r>
                <w:r w:rsidR="0024792E" w:rsidRPr="002E4F3E">
                  <w:rPr>
                    <w:rStyle w:val="Platzhaltertext"/>
                    <w:vertAlign w:val="superscript"/>
                    <w:lang w:val="fr-CH"/>
                  </w:rPr>
                  <w:t>o</w:t>
                </w:r>
                <w:r w:rsidR="0024792E" w:rsidRPr="002E4F3E">
                  <w:rPr>
                    <w:rStyle w:val="Platzhaltertext"/>
                    <w:lang w:val="fr-CH"/>
                  </w:rPr>
                  <w:t xml:space="preserve"> </w:t>
                </w:r>
                <w:r w:rsidR="009C7878" w:rsidRPr="002E4F3E">
                  <w:rPr>
                    <w:rStyle w:val="Platzhaltertext"/>
                    <w:lang w:val="fr-CH"/>
                  </w:rPr>
                  <w:t>page/</w:t>
                </w:r>
                <w:r w:rsidR="0024792E" w:rsidRPr="002E4F3E">
                  <w:rPr>
                    <w:rStyle w:val="Platzhaltertext"/>
                    <w:lang w:val="fr-CH"/>
                  </w:rPr>
                  <w:t>N</w:t>
                </w:r>
                <w:r w:rsidR="0024792E" w:rsidRPr="002E4F3E">
                  <w:rPr>
                    <w:rStyle w:val="Platzhaltertext"/>
                    <w:vertAlign w:val="superscript"/>
                    <w:lang w:val="fr-CH"/>
                  </w:rPr>
                  <w:t>o</w:t>
                </w:r>
                <w:r w:rsidR="0024792E" w:rsidRPr="002E4F3E">
                  <w:rPr>
                    <w:rStyle w:val="Platzhaltertext"/>
                    <w:lang w:val="fr-CH"/>
                  </w:rPr>
                  <w:t xml:space="preserve"> </w:t>
                </w:r>
                <w:r w:rsidR="009C7878" w:rsidRPr="002E4F3E">
                  <w:rPr>
                    <w:rStyle w:val="Platzhaltertext"/>
                    <w:lang w:val="fr-CH"/>
                  </w:rPr>
                  <w:t>figure)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  <w:lang w:val="fr-CH"/>
            </w:rPr>
            <w:id w:val="381838366"/>
            <w:placeholder>
              <w:docPart w:val="1A9EF285C3C04AB88C67B3C7E622979C"/>
            </w:placeholder>
            <w:temporary/>
            <w:showingPlcHdr/>
          </w:sdtPr>
          <w:sdtEndPr/>
          <w:sdtContent>
            <w:tc>
              <w:tcPr>
                <w:tcW w:w="567" w:type="dxa"/>
              </w:tcPr>
              <w:p w14:paraId="7F6A6478" w14:textId="77777777" w:rsidR="00723042" w:rsidRPr="002E4F3E" w:rsidRDefault="009C7878" w:rsidP="00723042">
                <w:pPr>
                  <w:spacing w:after="0"/>
                  <w:jc w:val="center"/>
                  <w:rPr>
                    <w:rFonts w:cs="Arial"/>
                    <w:bCs/>
                    <w:sz w:val="20"/>
                    <w:szCs w:val="20"/>
                    <w:lang w:val="fr-CH"/>
                  </w:rPr>
                </w:pPr>
                <w:r w:rsidRPr="002E4F3E">
                  <w:rPr>
                    <w:rStyle w:val="Platzhaltertext"/>
                    <w:b/>
                    <w:bCs/>
                    <w:lang w:val="fr-CH"/>
                  </w:rPr>
                  <w:t xml:space="preserve">T </w:t>
                </w:r>
                <w:r w:rsidRPr="002E4F3E">
                  <w:rPr>
                    <w:rStyle w:val="Platzhaltertext"/>
                    <w:lang w:val="fr-CH"/>
                  </w:rPr>
                  <w:t xml:space="preserve">pour: Technique/ contenu; </w:t>
                </w:r>
                <w:r w:rsidRPr="002E4F3E">
                  <w:rPr>
                    <w:rStyle w:val="Platzhaltertext"/>
                    <w:b/>
                    <w:bCs/>
                    <w:lang w:val="fr-CH"/>
                  </w:rPr>
                  <w:t xml:space="preserve">R </w:t>
                </w:r>
                <w:r w:rsidRPr="002E4F3E">
                  <w:rPr>
                    <w:rStyle w:val="Platzhaltertext"/>
                    <w:lang w:val="fr-CH"/>
                  </w:rPr>
                  <w:t>pour Rédactionnel, orthographe</w:t>
                </w:r>
              </w:p>
            </w:tc>
          </w:sdtContent>
        </w:sdt>
        <w:tc>
          <w:tcPr>
            <w:tcW w:w="4422" w:type="dxa"/>
          </w:tcPr>
          <w:p w14:paraId="2F9D5F4F" w14:textId="77777777" w:rsidR="00723042" w:rsidRPr="002E4F3E" w:rsidRDefault="00723042" w:rsidP="00723042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435E1C29" w14:textId="77777777" w:rsidR="00723042" w:rsidRPr="002E4F3E" w:rsidRDefault="00723042" w:rsidP="00723042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0C6B2F28" w14:textId="77777777" w:rsidR="00723042" w:rsidRPr="002E4F3E" w:rsidRDefault="00723042" w:rsidP="00723042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06FCD858" w14:textId="77777777" w:rsidR="00723042" w:rsidRPr="002E4F3E" w:rsidRDefault="00723042" w:rsidP="00723042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  <w:tr w:rsidR="007D64B3" w:rsidRPr="00154220" w14:paraId="1240B23F" w14:textId="77777777" w:rsidTr="00CC4C54">
        <w:trPr>
          <w:trHeight w:val="264"/>
        </w:trPr>
        <w:tc>
          <w:tcPr>
            <w:tcW w:w="850" w:type="dxa"/>
          </w:tcPr>
          <w:p w14:paraId="19326D3D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964" w:type="dxa"/>
          </w:tcPr>
          <w:p w14:paraId="3E9578F4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1134" w:type="dxa"/>
          </w:tcPr>
          <w:p w14:paraId="074E0089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</w:tcPr>
          <w:p w14:paraId="56773DB8" w14:textId="77777777" w:rsidR="007D64B3" w:rsidRPr="002E4F3E" w:rsidRDefault="007D64B3" w:rsidP="007D64B3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37878D4B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66443ABB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628DF285" w14:textId="77777777" w:rsidR="007D64B3" w:rsidRPr="002E4F3E" w:rsidRDefault="007D64B3" w:rsidP="007D64B3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7A9DC94E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  <w:tr w:rsidR="007D64B3" w:rsidRPr="00154220" w14:paraId="208789D0" w14:textId="77777777" w:rsidTr="00CC4C54">
        <w:trPr>
          <w:trHeight w:val="264"/>
        </w:trPr>
        <w:tc>
          <w:tcPr>
            <w:tcW w:w="850" w:type="dxa"/>
          </w:tcPr>
          <w:p w14:paraId="5702C692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964" w:type="dxa"/>
          </w:tcPr>
          <w:p w14:paraId="2088A4E9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1134" w:type="dxa"/>
          </w:tcPr>
          <w:p w14:paraId="352B3844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</w:tcPr>
          <w:p w14:paraId="561A5654" w14:textId="77777777" w:rsidR="007D64B3" w:rsidRPr="002E4F3E" w:rsidRDefault="007D64B3" w:rsidP="007D64B3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4B6EB53F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712C1ED4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44A7AF44" w14:textId="77777777" w:rsidR="007D64B3" w:rsidRPr="002E4F3E" w:rsidRDefault="007D64B3" w:rsidP="007D64B3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6FFB8E1B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  <w:tr w:rsidR="0028057C" w:rsidRPr="00154220" w14:paraId="00E48ACA" w14:textId="77777777" w:rsidTr="00CC4C54">
        <w:trPr>
          <w:trHeight w:val="24"/>
        </w:trPr>
        <w:tc>
          <w:tcPr>
            <w:tcW w:w="850" w:type="dxa"/>
          </w:tcPr>
          <w:p w14:paraId="0ABEA88A" w14:textId="77777777" w:rsidR="00D335F7" w:rsidRPr="002E4F3E" w:rsidRDefault="00D335F7" w:rsidP="00E0118E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964" w:type="dxa"/>
          </w:tcPr>
          <w:p w14:paraId="4F545D8B" w14:textId="77777777" w:rsidR="00D335F7" w:rsidRPr="002E4F3E" w:rsidRDefault="00D335F7" w:rsidP="00E0118E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1134" w:type="dxa"/>
          </w:tcPr>
          <w:p w14:paraId="72958C2A" w14:textId="77777777" w:rsidR="00D335F7" w:rsidRPr="002E4F3E" w:rsidRDefault="00D335F7" w:rsidP="00E0118E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</w:tcPr>
          <w:p w14:paraId="6E2F0BF5" w14:textId="77777777" w:rsidR="00D335F7" w:rsidRPr="002E4F3E" w:rsidRDefault="00D335F7" w:rsidP="004E7782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1DEABB01" w14:textId="77777777" w:rsidR="00D335F7" w:rsidRPr="002E4F3E" w:rsidRDefault="00D335F7" w:rsidP="00C212A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5114D8B9" w14:textId="77777777" w:rsidR="00D335F7" w:rsidRPr="002E4F3E" w:rsidRDefault="00D335F7" w:rsidP="00C212A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27CB165D" w14:textId="77777777" w:rsidR="00D335F7" w:rsidRPr="002E4F3E" w:rsidRDefault="00D335F7" w:rsidP="004E7782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3525A981" w14:textId="77777777" w:rsidR="00D335F7" w:rsidRPr="002E4F3E" w:rsidRDefault="00D335F7" w:rsidP="00C212A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  <w:tr w:rsidR="0028057C" w:rsidRPr="00154220" w14:paraId="6D641E9F" w14:textId="77777777" w:rsidTr="00CC4C54">
        <w:trPr>
          <w:trHeight w:val="24"/>
        </w:trPr>
        <w:tc>
          <w:tcPr>
            <w:tcW w:w="850" w:type="dxa"/>
          </w:tcPr>
          <w:p w14:paraId="5AAD2173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964" w:type="dxa"/>
          </w:tcPr>
          <w:p w14:paraId="3EE93037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1134" w:type="dxa"/>
          </w:tcPr>
          <w:p w14:paraId="12EB8174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</w:tcPr>
          <w:p w14:paraId="6FD1FFF3" w14:textId="77777777" w:rsidR="00A615D1" w:rsidRPr="002E4F3E" w:rsidRDefault="00A615D1" w:rsidP="004E7782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6655120C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68A25177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361C2CC8" w14:textId="77777777" w:rsidR="00A615D1" w:rsidRPr="002E4F3E" w:rsidRDefault="00A615D1" w:rsidP="004E7782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71EEB35E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</w:tbl>
    <w:p w14:paraId="34F7B52B" w14:textId="77777777" w:rsidR="00FB0A67" w:rsidRPr="002E4F3E" w:rsidRDefault="00FB0A67" w:rsidP="00E34CC6">
      <w:pPr>
        <w:tabs>
          <w:tab w:val="right" w:pos="11700"/>
        </w:tabs>
        <w:spacing w:after="0"/>
        <w:rPr>
          <w:rFonts w:cs="Arial"/>
          <w:sz w:val="20"/>
          <w:szCs w:val="20"/>
          <w:lang w:val="fr-CH"/>
        </w:rPr>
      </w:pPr>
    </w:p>
    <w:sectPr w:rsidR="00FB0A67" w:rsidRPr="002E4F3E" w:rsidSect="00E34CC6">
      <w:headerReference w:type="default" r:id="rId11"/>
      <w:footerReference w:type="even" r:id="rId12"/>
      <w:footerReference w:type="default" r:id="rId13"/>
      <w:headerReference w:type="first" r:id="rId14"/>
      <w:pgSz w:w="16838" w:h="11906" w:orient="landscape" w:code="9"/>
      <w:pgMar w:top="2132" w:right="678" w:bottom="851" w:left="851" w:header="851" w:footer="2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745AA1" w14:textId="77777777" w:rsidR="00D03B2A" w:rsidRDefault="00D03B2A" w:rsidP="00730E4A">
      <w:pPr>
        <w:pStyle w:val="Textkrper2"/>
      </w:pPr>
      <w:r>
        <w:separator/>
      </w:r>
    </w:p>
  </w:endnote>
  <w:endnote w:type="continuationSeparator" w:id="0">
    <w:p w14:paraId="0E71923B" w14:textId="77777777" w:rsidR="00D03B2A" w:rsidRDefault="00D03B2A" w:rsidP="00730E4A">
      <w:pPr>
        <w:pStyle w:val="Textkrper2"/>
      </w:pPr>
      <w:r>
        <w:continuationSeparator/>
      </w:r>
    </w:p>
  </w:endnote>
  <w:endnote w:type="continuationNotice" w:id="1">
    <w:p w14:paraId="43C7B10E" w14:textId="77777777" w:rsidR="00D03B2A" w:rsidRDefault="00D03B2A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 Bold Italic">
    <w:altName w:val="Arial Narro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B1B2E" w14:textId="77777777" w:rsidR="00BC7320" w:rsidRDefault="00BC7320" w:rsidP="005456E7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18715A">
      <w:rPr>
        <w:rStyle w:val="Seitenzahl"/>
        <w:noProof/>
      </w:rPr>
      <w:t>2</w:t>
    </w:r>
    <w:r>
      <w:rPr>
        <w:rStyle w:val="Seitenzahl"/>
      </w:rPr>
      <w:fldChar w:fldCharType="end"/>
    </w:r>
  </w:p>
  <w:p w14:paraId="41EE6A1C" w14:textId="77777777" w:rsidR="00BC7320" w:rsidRDefault="00BC7320" w:rsidP="005456E7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C3A4D" w14:textId="77777777" w:rsidR="00BC7320" w:rsidRDefault="00BC7320" w:rsidP="00F31775">
    <w:pPr>
      <w:tabs>
        <w:tab w:val="left" w:pos="10065"/>
      </w:tabs>
      <w:spacing w:after="0"/>
      <w:rPr>
        <w:rFonts w:ascii="Arial" w:hAnsi="Arial" w:cs="Arial"/>
        <w:sz w:val="20"/>
        <w:szCs w:val="20"/>
        <w:lang w:val="fr-CH"/>
      </w:rPr>
    </w:pPr>
    <w:r w:rsidRPr="00AC56C1">
      <w:rPr>
        <w:rFonts w:ascii="Arial" w:hAnsi="Arial" w:cs="Arial"/>
        <w:sz w:val="20"/>
        <w:szCs w:val="20"/>
        <w:vertAlign w:val="superscript"/>
        <w:lang w:val="fr-CH"/>
      </w:rPr>
      <w:t>1</w:t>
    </w:r>
    <w:r w:rsidRPr="00AC56C1">
      <w:rPr>
        <w:rFonts w:ascii="Arial" w:hAnsi="Arial" w:cs="Arial"/>
        <w:sz w:val="20"/>
        <w:szCs w:val="20"/>
        <w:lang w:val="fr-CH"/>
      </w:rPr>
      <w:t xml:space="preserve"> </w:t>
    </w:r>
    <w:r w:rsidR="00AC56C1" w:rsidRPr="00AC56C1">
      <w:rPr>
        <w:rFonts w:ascii="Arial" w:hAnsi="Arial" w:cs="Arial"/>
        <w:sz w:val="20"/>
        <w:szCs w:val="20"/>
        <w:lang w:val="fr-CH"/>
      </w:rPr>
      <w:t xml:space="preserve">Numéro </w:t>
    </w:r>
    <w:r w:rsidR="00AC56C1">
      <w:rPr>
        <w:rFonts w:ascii="Arial" w:hAnsi="Arial" w:cs="Arial"/>
        <w:sz w:val="20"/>
        <w:szCs w:val="20"/>
        <w:lang w:val="fr-CH"/>
      </w:rPr>
      <w:t>de saisie avec organisation</w:t>
    </w:r>
    <w:r w:rsidR="0039750C">
      <w:rPr>
        <w:rFonts w:ascii="Arial" w:hAnsi="Arial" w:cs="Arial"/>
        <w:sz w:val="20"/>
        <w:szCs w:val="20"/>
        <w:lang w:val="fr-CH"/>
      </w:rPr>
      <w:t xml:space="preserve">   </w:t>
    </w:r>
    <w:r w:rsidR="0039750C" w:rsidRPr="00AC56C1">
      <w:rPr>
        <w:rFonts w:ascii="Arial" w:hAnsi="Arial" w:cs="Arial"/>
        <w:sz w:val="20"/>
        <w:szCs w:val="20"/>
        <w:vertAlign w:val="superscript"/>
        <w:lang w:val="fr-CH"/>
      </w:rPr>
      <w:t>2</w:t>
    </w:r>
    <w:r w:rsidR="0039750C" w:rsidRPr="00AC56C1">
      <w:rPr>
        <w:rFonts w:ascii="Arial" w:hAnsi="Arial" w:cs="Arial"/>
        <w:sz w:val="20"/>
        <w:szCs w:val="20"/>
        <w:lang w:val="fr-CH"/>
      </w:rPr>
      <w:t xml:space="preserve"> </w:t>
    </w:r>
    <w:r w:rsidR="0039750C">
      <w:rPr>
        <w:rFonts w:ascii="Arial" w:hAnsi="Arial" w:cs="Arial"/>
        <w:sz w:val="20"/>
        <w:szCs w:val="20"/>
        <w:lang w:val="fr-CH"/>
      </w:rPr>
      <w:t>Indiquer le chapitre/paragraphe</w:t>
    </w:r>
    <w:r w:rsidR="004E7782">
      <w:rPr>
        <w:rFonts w:ascii="Arial" w:hAnsi="Arial" w:cs="Arial"/>
        <w:sz w:val="20"/>
        <w:szCs w:val="20"/>
        <w:lang w:val="fr-CH"/>
      </w:rPr>
      <w:t>/fig.</w:t>
    </w:r>
    <w:r w:rsidR="0039750C">
      <w:rPr>
        <w:rFonts w:ascii="Arial" w:hAnsi="Arial" w:cs="Arial"/>
        <w:sz w:val="20"/>
        <w:szCs w:val="20"/>
        <w:lang w:val="fr-CH"/>
      </w:rPr>
      <w:t xml:space="preserve"> et éventuellement la page indiquant précisément le passage dans le document</w:t>
    </w:r>
    <w:r w:rsidR="0039750C" w:rsidRPr="00AC56C1">
      <w:rPr>
        <w:rFonts w:ascii="Arial" w:hAnsi="Arial" w:cs="Arial"/>
        <w:sz w:val="20"/>
        <w:szCs w:val="20"/>
        <w:lang w:val="fr-CH"/>
      </w:rPr>
      <w:t>.</w:t>
    </w:r>
    <w:r w:rsidR="0039750C">
      <w:rPr>
        <w:rFonts w:ascii="Arial" w:hAnsi="Arial" w:cs="Arial"/>
        <w:sz w:val="20"/>
        <w:szCs w:val="20"/>
        <w:lang w:val="fr-CH"/>
      </w:rPr>
      <w:t xml:space="preserve">   </w:t>
    </w:r>
    <w:r w:rsidRPr="00AC56C1">
      <w:rPr>
        <w:rFonts w:ascii="Arial" w:hAnsi="Arial" w:cs="Arial"/>
        <w:sz w:val="20"/>
        <w:szCs w:val="20"/>
        <w:vertAlign w:val="superscript"/>
        <w:lang w:val="fr-CH"/>
      </w:rPr>
      <w:t>3</w:t>
    </w:r>
    <w:r w:rsidRPr="00AC56C1">
      <w:rPr>
        <w:rFonts w:ascii="Arial" w:hAnsi="Arial" w:cs="Arial"/>
        <w:sz w:val="20"/>
        <w:szCs w:val="20"/>
        <w:lang w:val="fr-CH"/>
      </w:rPr>
      <w:t xml:space="preserve"> </w:t>
    </w:r>
    <w:r w:rsidRPr="00AC56C1">
      <w:rPr>
        <w:rFonts w:ascii="Arial" w:hAnsi="Arial" w:cs="Arial"/>
        <w:b/>
        <w:bCs/>
        <w:sz w:val="20"/>
        <w:szCs w:val="20"/>
        <w:lang w:val="fr-CH"/>
      </w:rPr>
      <w:t>T</w:t>
    </w:r>
    <w:r w:rsidRPr="00AC56C1">
      <w:rPr>
        <w:rFonts w:ascii="Arial" w:hAnsi="Arial" w:cs="Arial"/>
        <w:sz w:val="20"/>
        <w:szCs w:val="20"/>
        <w:lang w:val="fr-CH"/>
      </w:rPr>
      <w:t xml:space="preserve">: </w:t>
    </w:r>
    <w:r w:rsidR="00AC56C1">
      <w:rPr>
        <w:rFonts w:ascii="Arial" w:hAnsi="Arial" w:cs="Arial"/>
        <w:sz w:val="20"/>
        <w:szCs w:val="20"/>
        <w:lang w:val="fr-CH"/>
      </w:rPr>
      <w:t>Technique, contenu</w:t>
    </w:r>
    <w:r w:rsidRPr="00AC56C1">
      <w:rPr>
        <w:rFonts w:ascii="Arial" w:hAnsi="Arial" w:cs="Arial"/>
        <w:sz w:val="20"/>
        <w:szCs w:val="20"/>
        <w:lang w:val="fr-CH"/>
      </w:rPr>
      <w:t xml:space="preserve">; </w:t>
    </w:r>
    <w:r w:rsidR="00AC56C1">
      <w:rPr>
        <w:rFonts w:ascii="Arial" w:hAnsi="Arial" w:cs="Arial"/>
        <w:b/>
        <w:bCs/>
        <w:sz w:val="20"/>
        <w:szCs w:val="20"/>
        <w:lang w:val="fr-CH"/>
      </w:rPr>
      <w:t>R</w:t>
    </w:r>
    <w:r w:rsidRPr="00AC56C1">
      <w:rPr>
        <w:rFonts w:ascii="Arial" w:hAnsi="Arial" w:cs="Arial"/>
        <w:sz w:val="20"/>
        <w:szCs w:val="20"/>
        <w:lang w:val="fr-CH"/>
      </w:rPr>
      <w:t xml:space="preserve">: </w:t>
    </w:r>
    <w:r w:rsidR="00AC56C1">
      <w:rPr>
        <w:rFonts w:ascii="Arial" w:hAnsi="Arial" w:cs="Arial"/>
        <w:sz w:val="20"/>
        <w:szCs w:val="20"/>
        <w:lang w:val="fr-CH"/>
      </w:rPr>
      <w:t>Rédactionnel, orthographe</w:t>
    </w:r>
    <w:r w:rsidR="0039750C">
      <w:rPr>
        <w:rFonts w:ascii="Arial" w:hAnsi="Arial" w:cs="Arial"/>
        <w:sz w:val="20"/>
        <w:szCs w:val="20"/>
        <w:lang w:val="fr-CH"/>
      </w:rPr>
      <w:t xml:space="preserve">   </w:t>
    </w:r>
    <w:r w:rsidRPr="00AC56C1">
      <w:rPr>
        <w:rFonts w:ascii="Arial" w:hAnsi="Arial" w:cs="Arial"/>
        <w:sz w:val="20"/>
        <w:szCs w:val="20"/>
        <w:vertAlign w:val="superscript"/>
        <w:lang w:val="fr-CH"/>
      </w:rPr>
      <w:t>4</w:t>
    </w:r>
    <w:r w:rsidRPr="00AC56C1">
      <w:rPr>
        <w:rFonts w:ascii="Arial" w:hAnsi="Arial" w:cs="Arial"/>
        <w:sz w:val="20"/>
        <w:szCs w:val="20"/>
        <w:lang w:val="fr-CH"/>
      </w:rPr>
      <w:t xml:space="preserve"> </w:t>
    </w:r>
    <w:r w:rsidR="00AC56C1">
      <w:rPr>
        <w:rFonts w:ascii="Arial" w:hAnsi="Arial" w:cs="Arial"/>
        <w:sz w:val="20"/>
        <w:szCs w:val="20"/>
        <w:lang w:val="fr-CH"/>
      </w:rPr>
      <w:t xml:space="preserve">Le groupe de </w:t>
    </w:r>
    <w:r w:rsidR="00B8143B">
      <w:rPr>
        <w:rFonts w:ascii="Arial" w:hAnsi="Arial" w:cs="Arial"/>
        <w:sz w:val="20"/>
        <w:szCs w:val="20"/>
        <w:lang w:val="fr-CH"/>
      </w:rPr>
      <w:t>projet</w:t>
    </w:r>
    <w:r w:rsidR="00AC56C1">
      <w:rPr>
        <w:rFonts w:ascii="Arial" w:hAnsi="Arial" w:cs="Arial"/>
        <w:sz w:val="20"/>
        <w:szCs w:val="20"/>
        <w:lang w:val="fr-CH"/>
      </w:rPr>
      <w:t xml:space="preserve"> traite uniquement les propositions correctement formulées.</w:t>
    </w:r>
    <w:r w:rsidR="000014A9">
      <w:rPr>
        <w:rFonts w:ascii="Arial" w:hAnsi="Arial" w:cs="Arial"/>
        <w:sz w:val="20"/>
        <w:szCs w:val="20"/>
        <w:lang w:val="fr-CH"/>
      </w:rPr>
      <w:t xml:space="preserve">   </w:t>
    </w:r>
    <w:r w:rsidR="000014A9" w:rsidRPr="000014A9">
      <w:rPr>
        <w:rFonts w:ascii="Arial" w:hAnsi="Arial" w:cs="Arial"/>
        <w:sz w:val="20"/>
        <w:szCs w:val="20"/>
        <w:vertAlign w:val="superscript"/>
        <w:lang w:val="fr-CH"/>
      </w:rPr>
      <w:t>5</w:t>
    </w:r>
    <w:r w:rsidR="000014A9" w:rsidRPr="000014A9">
      <w:rPr>
        <w:rFonts w:ascii="Arial" w:hAnsi="Arial" w:cs="Arial"/>
        <w:sz w:val="20"/>
        <w:szCs w:val="20"/>
        <w:lang w:val="fr-CH"/>
      </w:rPr>
      <w:t xml:space="preserve"> Catégorie: Z = approbation, texte d’explication facultatif / A = refus avec justification / V = report à la prochaine révision avec justification / D = discussion au G</w:t>
    </w:r>
    <w:r w:rsidR="00C76A31">
      <w:rPr>
        <w:rFonts w:ascii="Arial" w:hAnsi="Arial" w:cs="Arial"/>
        <w:sz w:val="20"/>
        <w:szCs w:val="20"/>
        <w:lang w:val="fr-CH"/>
      </w:rPr>
      <w:t>P</w:t>
    </w:r>
    <w:r w:rsidR="000014A9" w:rsidRPr="000014A9">
      <w:rPr>
        <w:rFonts w:ascii="Arial" w:hAnsi="Arial" w:cs="Arial"/>
        <w:sz w:val="20"/>
        <w:szCs w:val="20"/>
        <w:lang w:val="fr-CH"/>
      </w:rPr>
      <w:t xml:space="preserve"> pour décision Z / A / V</w:t>
    </w:r>
  </w:p>
  <w:p w14:paraId="31156FD2" w14:textId="77777777" w:rsidR="0039750C" w:rsidRPr="00AC56C1" w:rsidRDefault="0039750C" w:rsidP="00F31775">
    <w:pPr>
      <w:tabs>
        <w:tab w:val="left" w:pos="10065"/>
      </w:tabs>
      <w:spacing w:after="0"/>
      <w:rPr>
        <w:rFonts w:ascii="Arial" w:hAnsi="Arial" w:cs="Arial"/>
        <w:sz w:val="8"/>
        <w:szCs w:val="8"/>
        <w:lang w:val="fr-CH"/>
      </w:rPr>
    </w:pPr>
  </w:p>
  <w:p w14:paraId="1E6F8895" w14:textId="77777777" w:rsidR="00BC7320" w:rsidRPr="00AC56C1" w:rsidRDefault="00BC7320" w:rsidP="00D606B2">
    <w:pPr>
      <w:pStyle w:val="Fuzeile"/>
      <w:tabs>
        <w:tab w:val="clear" w:pos="4536"/>
        <w:tab w:val="clear" w:pos="9072"/>
        <w:tab w:val="right" w:pos="15309"/>
      </w:tabs>
      <w:ind w:right="-31"/>
      <w:rPr>
        <w:rFonts w:ascii="Arial" w:hAnsi="Arial" w:cs="Arial"/>
        <w:sz w:val="20"/>
        <w:szCs w:val="20"/>
        <w:lang w:val="fr-CH"/>
      </w:rPr>
    </w:pPr>
    <w:r w:rsidRPr="00AC56C1">
      <w:rPr>
        <w:rFonts w:ascii="Arial" w:hAnsi="Arial" w:cs="Arial"/>
        <w:sz w:val="20"/>
        <w:szCs w:val="20"/>
        <w:lang w:val="fr-CH"/>
      </w:rPr>
      <w:tab/>
    </w:r>
    <w:r w:rsidR="00451D01">
      <w:rPr>
        <w:rFonts w:ascii="Arial" w:hAnsi="Arial" w:cs="Arial"/>
        <w:sz w:val="20"/>
        <w:szCs w:val="20"/>
        <w:lang w:val="fr-CH"/>
      </w:rPr>
      <w:t>P</w:t>
    </w:r>
    <w:r w:rsidR="00DA2A33">
      <w:rPr>
        <w:rFonts w:ascii="Arial" w:hAnsi="Arial" w:cs="Arial"/>
        <w:sz w:val="20"/>
        <w:szCs w:val="20"/>
        <w:lang w:val="fr-CH"/>
      </w:rPr>
      <w:t>age</w:t>
    </w:r>
    <w:r w:rsidRPr="00AC56C1">
      <w:rPr>
        <w:rFonts w:ascii="Arial" w:hAnsi="Arial" w:cs="Arial"/>
        <w:sz w:val="20"/>
        <w:szCs w:val="20"/>
        <w:lang w:val="fr-CH"/>
      </w:rPr>
      <w:t xml:space="preserve"> </w:t>
    </w:r>
    <w:r w:rsidRPr="00AC56C1">
      <w:rPr>
        <w:rFonts w:ascii="Arial" w:hAnsi="Arial" w:cs="Arial"/>
        <w:sz w:val="20"/>
        <w:szCs w:val="20"/>
        <w:lang w:val="fr-CH"/>
      </w:rPr>
      <w:fldChar w:fldCharType="begin"/>
    </w:r>
    <w:r w:rsidRPr="00AC56C1">
      <w:rPr>
        <w:rFonts w:ascii="Arial" w:hAnsi="Arial" w:cs="Arial"/>
        <w:sz w:val="20"/>
        <w:szCs w:val="20"/>
        <w:lang w:val="fr-CH"/>
      </w:rPr>
      <w:instrText xml:space="preserve"> PAGE   \* MERGEFORMAT </w:instrText>
    </w:r>
    <w:r w:rsidRPr="00AC56C1">
      <w:rPr>
        <w:rFonts w:ascii="Arial" w:hAnsi="Arial" w:cs="Arial"/>
        <w:sz w:val="20"/>
        <w:szCs w:val="20"/>
        <w:lang w:val="fr-CH"/>
      </w:rPr>
      <w:fldChar w:fldCharType="separate"/>
    </w:r>
    <w:r w:rsidR="00182292">
      <w:rPr>
        <w:rFonts w:ascii="Arial" w:hAnsi="Arial" w:cs="Arial"/>
        <w:noProof/>
        <w:sz w:val="20"/>
        <w:szCs w:val="20"/>
        <w:lang w:val="fr-CH"/>
      </w:rPr>
      <w:t>1</w:t>
    </w:r>
    <w:r w:rsidRPr="00AC56C1">
      <w:rPr>
        <w:rFonts w:ascii="Arial" w:hAnsi="Arial" w:cs="Arial"/>
        <w:sz w:val="20"/>
        <w:szCs w:val="20"/>
        <w:lang w:val="fr-CH"/>
      </w:rPr>
      <w:fldChar w:fldCharType="end"/>
    </w:r>
    <w:r w:rsidRPr="00AC56C1">
      <w:rPr>
        <w:rFonts w:ascii="Arial" w:hAnsi="Arial" w:cs="Arial"/>
        <w:sz w:val="20"/>
        <w:szCs w:val="20"/>
        <w:lang w:val="fr-CH"/>
      </w:rPr>
      <w:t>/</w:t>
    </w:r>
    <w:r w:rsidRPr="00AC56C1">
      <w:rPr>
        <w:rFonts w:ascii="Arial" w:hAnsi="Arial" w:cs="Arial"/>
        <w:sz w:val="20"/>
        <w:szCs w:val="20"/>
        <w:lang w:val="fr-CH"/>
      </w:rPr>
      <w:fldChar w:fldCharType="begin"/>
    </w:r>
    <w:r w:rsidRPr="00AC56C1">
      <w:rPr>
        <w:rFonts w:ascii="Arial" w:hAnsi="Arial" w:cs="Arial"/>
        <w:sz w:val="20"/>
        <w:szCs w:val="20"/>
        <w:lang w:val="fr-CH"/>
      </w:rPr>
      <w:instrText xml:space="preserve"> NUMPAGES   \* MERGEFORMAT </w:instrText>
    </w:r>
    <w:r w:rsidRPr="00AC56C1">
      <w:rPr>
        <w:rFonts w:ascii="Arial" w:hAnsi="Arial" w:cs="Arial"/>
        <w:sz w:val="20"/>
        <w:szCs w:val="20"/>
        <w:lang w:val="fr-CH"/>
      </w:rPr>
      <w:fldChar w:fldCharType="separate"/>
    </w:r>
    <w:r w:rsidR="00182292">
      <w:rPr>
        <w:rFonts w:ascii="Arial" w:hAnsi="Arial" w:cs="Arial"/>
        <w:noProof/>
        <w:sz w:val="20"/>
        <w:szCs w:val="20"/>
        <w:lang w:val="fr-CH"/>
      </w:rPr>
      <w:t>1</w:t>
    </w:r>
    <w:r w:rsidRPr="00AC56C1">
      <w:rPr>
        <w:rFonts w:ascii="Arial" w:hAnsi="Arial" w:cs="Arial"/>
        <w:sz w:val="20"/>
        <w:szCs w:val="20"/>
        <w:lang w:val="fr-CH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5251AD" w14:textId="77777777" w:rsidR="00D03B2A" w:rsidRDefault="00D03B2A" w:rsidP="00730E4A">
      <w:pPr>
        <w:pStyle w:val="Textkrper2"/>
      </w:pPr>
      <w:r>
        <w:separator/>
      </w:r>
    </w:p>
  </w:footnote>
  <w:footnote w:type="continuationSeparator" w:id="0">
    <w:p w14:paraId="47DBFAF0" w14:textId="77777777" w:rsidR="00D03B2A" w:rsidRDefault="00D03B2A" w:rsidP="00730E4A">
      <w:pPr>
        <w:pStyle w:val="Textkrper2"/>
      </w:pPr>
      <w:r>
        <w:continuationSeparator/>
      </w:r>
    </w:p>
  </w:footnote>
  <w:footnote w:type="continuationNotice" w:id="1">
    <w:p w14:paraId="13A61A64" w14:textId="77777777" w:rsidR="00D03B2A" w:rsidRDefault="00D03B2A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8C3AC" w14:textId="77777777" w:rsidR="00BC7320" w:rsidRPr="00AC56C1" w:rsidRDefault="0050782F" w:rsidP="00C57637">
    <w:pPr>
      <w:tabs>
        <w:tab w:val="right" w:pos="11700"/>
      </w:tabs>
      <w:spacing w:after="0"/>
      <w:rPr>
        <w:rFonts w:ascii="Arial" w:hAnsi="Arial" w:cs="Arial"/>
        <w:b/>
        <w:szCs w:val="22"/>
        <w:lang w:val="fr-CH"/>
      </w:rPr>
    </w:pPr>
    <w:r w:rsidRPr="00AC56C1">
      <w:rPr>
        <w:rFonts w:ascii="Arial" w:hAnsi="Arial" w:cs="Arial"/>
        <w:b/>
        <w:noProof/>
        <w:szCs w:val="22"/>
        <w:lang w:eastAsia="de-CH"/>
      </w:rPr>
      <w:drawing>
        <wp:anchor distT="0" distB="0" distL="114300" distR="114300" simplePos="0" relativeHeight="251669504" behindDoc="1" locked="0" layoutInCell="1" allowOverlap="1" wp14:anchorId="70398C68" wp14:editId="6ACC7534">
          <wp:simplePos x="0" y="0"/>
          <wp:positionH relativeFrom="column">
            <wp:posOffset>6779895</wp:posOffset>
          </wp:positionH>
          <wp:positionV relativeFrom="paragraph">
            <wp:posOffset>22225</wp:posOffset>
          </wp:positionV>
          <wp:extent cx="2942590" cy="431165"/>
          <wp:effectExtent l="0" t="0" r="0" b="6985"/>
          <wp:wrapTight wrapText="bothSides">
            <wp:wrapPolygon edited="0">
              <wp:start x="5314" y="0"/>
              <wp:lineTo x="0" y="8589"/>
              <wp:lineTo x="0" y="20996"/>
              <wp:lineTo x="16780" y="20996"/>
              <wp:lineTo x="19018" y="20996"/>
              <wp:lineTo x="21395" y="20996"/>
              <wp:lineTo x="21395" y="954"/>
              <wp:lineTo x="6293" y="0"/>
              <wp:lineTo x="5314" y="0"/>
            </wp:wrapPolygon>
          </wp:wrapTight>
          <wp:docPr id="3" name="Bild 1" descr="Logo_vöv_P6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vöv_P65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2590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C7320" w:rsidRPr="00AC56C1">
      <w:rPr>
        <w:rFonts w:ascii="Arial" w:hAnsi="Arial" w:cs="Arial"/>
        <w:b/>
        <w:szCs w:val="22"/>
        <w:lang w:val="fr-CH"/>
      </w:rPr>
      <w:t>RTE</w:t>
    </w:r>
    <w:r w:rsidR="00BC7320" w:rsidRPr="00AC56C1">
      <w:rPr>
        <w:rFonts w:ascii="Arial" w:hAnsi="Arial" w:cs="Arial"/>
        <w:b/>
        <w:noProof/>
        <w:szCs w:val="22"/>
        <w:lang w:val="fr-CH" w:eastAsia="de-CH"/>
      </w:rPr>
      <w:t xml:space="preserve"> – </w:t>
    </w:r>
    <w:r w:rsidR="00AC56C1" w:rsidRPr="00AC56C1">
      <w:rPr>
        <w:rFonts w:ascii="Arial" w:hAnsi="Arial" w:cs="Arial"/>
        <w:b/>
        <w:noProof/>
        <w:szCs w:val="22"/>
        <w:lang w:val="fr-CH" w:eastAsia="de-CH"/>
      </w:rPr>
      <w:t>Ouvrage de référence en matière de technique ferroviaire</w:t>
    </w:r>
  </w:p>
  <w:p w14:paraId="1FC7753A" w14:textId="77777777" w:rsidR="00BC7320" w:rsidRPr="00AC56C1" w:rsidRDefault="00BC7320" w:rsidP="00C57637">
    <w:pPr>
      <w:tabs>
        <w:tab w:val="right" w:pos="11700"/>
      </w:tabs>
      <w:spacing w:after="0"/>
      <w:rPr>
        <w:rFonts w:ascii="Arial" w:hAnsi="Arial" w:cs="Arial"/>
        <w:sz w:val="12"/>
        <w:szCs w:val="12"/>
        <w:lang w:val="fr-CH"/>
      </w:rPr>
    </w:pPr>
  </w:p>
  <w:p w14:paraId="41E90072" w14:textId="4E02983D" w:rsidR="009B6D26" w:rsidRPr="00154220" w:rsidRDefault="00AC56C1" w:rsidP="009B6D26">
    <w:pPr>
      <w:tabs>
        <w:tab w:val="left" w:pos="1297"/>
      </w:tabs>
      <w:spacing w:after="0"/>
      <w:rPr>
        <w:rFonts w:ascii="Arial" w:hAnsi="Arial" w:cs="Arial"/>
        <w:b/>
        <w:szCs w:val="22"/>
        <w:lang w:val="fr-CH"/>
      </w:rPr>
    </w:pPr>
    <w:r w:rsidRPr="00154220">
      <w:rPr>
        <w:rFonts w:ascii="Arial" w:hAnsi="Arial" w:cs="Arial"/>
        <w:b/>
        <w:szCs w:val="22"/>
        <w:lang w:val="fr-CH"/>
      </w:rPr>
      <w:t xml:space="preserve">Propositions relatives </w:t>
    </w:r>
    <w:sdt>
      <w:sdtPr>
        <w:rPr>
          <w:rFonts w:ascii="Arial" w:hAnsi="Arial" w:cs="Arial"/>
          <w:b/>
          <w:szCs w:val="22"/>
          <w:lang w:val="fr-CH"/>
        </w:rPr>
        <w:id w:val="-588463357"/>
        <w:lock w:val="sdtLocked"/>
        <w:placeholder>
          <w:docPart w:val="E62E5B898C5445DDAFD1F8B74AABFAF0"/>
        </w:placeholder>
        <w:dropDownList>
          <w:listItem w:value="Wählen Sie ein Element aus."/>
          <w:listItem w:displayText="à la lecture unique" w:value="à la lecture unique"/>
          <w:listItem w:displayText="à la 1re lecture" w:value="à la 1re lecture"/>
          <w:listItem w:displayText="à la 2e lecture" w:value="à la 2e lecture"/>
          <w:listItem w:displayText="à la Révision" w:value="à la Révision"/>
        </w:dropDownList>
      </w:sdtPr>
      <w:sdtEndPr/>
      <w:sdtContent>
        <w:r w:rsidR="00154220" w:rsidRPr="00154220">
          <w:rPr>
            <w:rFonts w:ascii="Arial" w:hAnsi="Arial" w:cs="Arial"/>
            <w:b/>
            <w:szCs w:val="22"/>
            <w:lang w:val="fr-CH"/>
          </w:rPr>
          <w:t>à la lecture unique</w:t>
        </w:r>
      </w:sdtContent>
    </w:sdt>
    <w:r w:rsidR="002D7FC2" w:rsidRPr="00154220">
      <w:rPr>
        <w:rFonts w:ascii="Arial" w:hAnsi="Arial" w:cs="Arial"/>
        <w:b/>
        <w:szCs w:val="22"/>
        <w:lang w:val="fr-CH"/>
      </w:rPr>
      <w:t xml:space="preserve"> </w:t>
    </w:r>
    <w:r w:rsidR="009B6D26" w:rsidRPr="00154220">
      <w:rPr>
        <w:rFonts w:ascii="Arial" w:hAnsi="Arial" w:cs="Arial"/>
        <w:b/>
        <w:szCs w:val="22"/>
        <w:lang w:val="fr-CH"/>
      </w:rPr>
      <w:t xml:space="preserve">du </w:t>
    </w:r>
    <w:r w:rsidR="00154220">
      <w:rPr>
        <w:rFonts w:ascii="Arial" w:hAnsi="Arial" w:cs="Arial"/>
        <w:b/>
        <w:szCs w:val="22"/>
        <w:lang w:val="fr-CH"/>
      </w:rPr>
      <w:t>R RTE 11000</w:t>
    </w:r>
    <w:r w:rsidR="00FF4C5D" w:rsidRPr="00154220">
      <w:rPr>
        <w:rFonts w:ascii="Arial" w:hAnsi="Arial" w:cs="Arial"/>
        <w:b/>
        <w:szCs w:val="22"/>
        <w:lang w:val="fr-CH"/>
      </w:rPr>
      <w:t xml:space="preserve"> </w:t>
    </w:r>
    <w:r w:rsidR="00154220">
      <w:rPr>
        <w:rFonts w:ascii="Arial" w:hAnsi="Arial" w:cs="Arial"/>
        <w:b/>
        <w:szCs w:val="22"/>
        <w:lang w:val="fr-CH"/>
      </w:rPr>
      <w:t>4</w:t>
    </w:r>
    <w:r w:rsidR="00561615" w:rsidRPr="00154220">
      <w:rPr>
        <w:rFonts w:ascii="Arial" w:hAnsi="Arial" w:cs="Arial"/>
        <w:b/>
        <w:szCs w:val="22"/>
        <w:vertAlign w:val="superscript"/>
        <w:lang w:val="fr-CH"/>
      </w:rPr>
      <w:t>e</w:t>
    </w:r>
    <w:r w:rsidR="00561615" w:rsidRPr="00154220">
      <w:rPr>
        <w:rFonts w:ascii="Arial" w:hAnsi="Arial" w:cs="Arial"/>
        <w:b/>
        <w:szCs w:val="22"/>
        <w:lang w:val="fr-CH"/>
      </w:rPr>
      <w:t xml:space="preserve"> </w:t>
    </w:r>
    <w:r w:rsidR="009B6D26" w:rsidRPr="00154220">
      <w:rPr>
        <w:rFonts w:ascii="Arial" w:hAnsi="Arial" w:cs="Arial"/>
        <w:b/>
        <w:szCs w:val="22"/>
        <w:lang w:val="fr-CH"/>
      </w:rPr>
      <w:t>édition</w:t>
    </w:r>
  </w:p>
  <w:p w14:paraId="22C2EF1B" w14:textId="0E80229D" w:rsidR="00BC7320" w:rsidRPr="001E28B9" w:rsidRDefault="009B6D26" w:rsidP="009B6D26">
    <w:pPr>
      <w:tabs>
        <w:tab w:val="right" w:pos="11700"/>
      </w:tabs>
      <w:spacing w:after="0"/>
      <w:rPr>
        <w:rFonts w:ascii="Arial" w:hAnsi="Arial" w:cs="Arial"/>
        <w:szCs w:val="22"/>
      </w:rPr>
    </w:pPr>
    <w:r w:rsidRPr="001E28B9">
      <w:rPr>
        <w:rFonts w:ascii="Arial" w:hAnsi="Arial" w:cs="Arial"/>
        <w:szCs w:val="22"/>
      </w:rPr>
      <w:t>«</w:t>
    </w:r>
    <w:r w:rsidR="00154220" w:rsidRPr="00154220">
      <w:rPr>
        <w:rFonts w:ascii="Arial" w:hAnsi="Arial" w:cs="Arial"/>
        <w:szCs w:val="22"/>
        <w:lang w:val="fr-CH"/>
      </w:rPr>
      <w:t>Bases du programme</w:t>
    </w:r>
    <w:r w:rsidRPr="001E28B9">
      <w:rPr>
        <w:rFonts w:ascii="Arial" w:hAnsi="Arial" w:cs="Arial"/>
        <w:szCs w:val="22"/>
      </w:rPr>
      <w:t>»</w:t>
    </w:r>
  </w:p>
  <w:p w14:paraId="2B5BA28C" w14:textId="77777777" w:rsidR="00C5018F" w:rsidRPr="001E28B9" w:rsidRDefault="00C5018F" w:rsidP="00C5018F">
    <w:pPr>
      <w:tabs>
        <w:tab w:val="left" w:pos="1297"/>
        <w:tab w:val="right" w:pos="15309"/>
      </w:tabs>
      <w:spacing w:after="0"/>
      <w:rPr>
        <w:rFonts w:ascii="Arial" w:hAnsi="Arial" w:cs="Arial"/>
        <w:b/>
        <w:sz w:val="10"/>
        <w:szCs w:val="10"/>
      </w:rPr>
    </w:pPr>
  </w:p>
  <w:p w14:paraId="75779020" w14:textId="77777777" w:rsidR="00BC7320" w:rsidRPr="00063E7D" w:rsidRDefault="00AA767D" w:rsidP="00C5018F">
    <w:pPr>
      <w:tabs>
        <w:tab w:val="left" w:pos="1297"/>
        <w:tab w:val="right" w:pos="15309"/>
      </w:tabs>
      <w:spacing w:after="0"/>
      <w:rPr>
        <w:rFonts w:ascii="Arial" w:hAnsi="Arial" w:cs="Arial"/>
        <w:szCs w:val="22"/>
        <w:lang w:val="fr-CH"/>
      </w:rPr>
    </w:pPr>
    <w:r w:rsidRPr="001E28B9">
      <w:rPr>
        <w:rFonts w:ascii="Arial" w:hAnsi="Arial" w:cs="Arial"/>
        <w:szCs w:val="22"/>
      </w:rPr>
      <w:tab/>
    </w:r>
    <w:r w:rsidR="00A8655D" w:rsidRPr="001E28B9">
      <w:rPr>
        <w:rFonts w:ascii="Arial" w:hAnsi="Arial" w:cs="Arial"/>
        <w:szCs w:val="22"/>
      </w:rPr>
      <w:tab/>
    </w:r>
    <w:r w:rsidR="00030882">
      <w:rPr>
        <w:rFonts w:ascii="Arial" w:hAnsi="Arial" w:cs="Arial"/>
        <w:szCs w:val="22"/>
        <w:lang w:val="fr-CH"/>
      </w:rPr>
      <w:t>É</w:t>
    </w:r>
    <w:r w:rsidR="00030882" w:rsidRPr="00A8655D">
      <w:rPr>
        <w:rFonts w:ascii="Arial" w:hAnsi="Arial" w:cs="Arial"/>
        <w:szCs w:val="22"/>
        <w:lang w:val="fr-CH"/>
      </w:rPr>
      <w:t>ta</w:t>
    </w:r>
    <w:r w:rsidR="00030882">
      <w:rPr>
        <w:rFonts w:ascii="Arial" w:hAnsi="Arial" w:cs="Arial"/>
        <w:szCs w:val="22"/>
        <w:lang w:val="fr-CH"/>
      </w:rPr>
      <w:t>t</w:t>
    </w:r>
    <w:r w:rsidR="00A8655D" w:rsidRPr="00A8655D">
      <w:rPr>
        <w:rFonts w:ascii="Arial" w:hAnsi="Arial" w:cs="Arial"/>
        <w:szCs w:val="22"/>
        <w:lang w:val="fr-CH"/>
      </w:rPr>
      <w:t xml:space="preserve">: </w:t>
    </w:r>
    <w:sdt>
      <w:sdtPr>
        <w:rPr>
          <w:rFonts w:ascii="Arial" w:hAnsi="Arial" w:cs="Arial"/>
          <w:szCs w:val="22"/>
        </w:rPr>
        <w:id w:val="350765488"/>
        <w:placeholder/>
        <w:temporary/>
        <w:showingPlcHdr/>
        <w:date>
          <w:dateFormat w:val="dd.MM.yyyy"/>
          <w:lid w:val="fr-CH"/>
          <w:storeMappedDataAs w:val="dateTime"/>
          <w:calendar w:val="gregorian"/>
        </w:date>
      </w:sdtPr>
      <w:sdtEndPr/>
      <w:sdtContent>
        <w:r w:rsidR="00063E7D">
          <w:rPr>
            <w:rStyle w:val="Platzhaltertext"/>
          </w:rPr>
          <w:t>Datum einsetzen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9F871" w14:textId="77777777" w:rsidR="00BC7320" w:rsidRDefault="00BC7320" w:rsidP="00947847">
    <w:pPr>
      <w:pStyle w:val="Kopfzeile"/>
      <w:tabs>
        <w:tab w:val="clear" w:pos="9072"/>
        <w:tab w:val="center" w:pos="6647"/>
        <w:tab w:val="left" w:pos="7075"/>
      </w:tabs>
    </w:pPr>
    <w:r>
      <w:rPr>
        <w:noProof/>
        <w:lang w:eastAsia="de-CH"/>
      </w:rPr>
      <w:drawing>
        <wp:anchor distT="0" distB="0" distL="114300" distR="114300" simplePos="0" relativeHeight="251658240" behindDoc="1" locked="0" layoutInCell="1" allowOverlap="1" wp14:anchorId="40B93CCF" wp14:editId="1D5EA0DA">
          <wp:simplePos x="0" y="0"/>
          <wp:positionH relativeFrom="column">
            <wp:posOffset>6318885</wp:posOffset>
          </wp:positionH>
          <wp:positionV relativeFrom="paragraph">
            <wp:posOffset>-12700</wp:posOffset>
          </wp:positionV>
          <wp:extent cx="2942590" cy="431165"/>
          <wp:effectExtent l="0" t="0" r="0" b="6985"/>
          <wp:wrapTight wrapText="bothSides">
            <wp:wrapPolygon edited="0">
              <wp:start x="5314" y="0"/>
              <wp:lineTo x="0" y="10498"/>
              <wp:lineTo x="0" y="20996"/>
              <wp:lineTo x="16780" y="20996"/>
              <wp:lineTo x="19158" y="20996"/>
              <wp:lineTo x="21395" y="20996"/>
              <wp:lineTo x="21395" y="954"/>
              <wp:lineTo x="6293" y="0"/>
              <wp:lineTo x="5314" y="0"/>
            </wp:wrapPolygon>
          </wp:wrapTight>
          <wp:docPr id="4" name="Bild 1" descr="Logo_vöv_P6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vöv_P65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2590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C85255"/>
    <w:multiLevelType w:val="hybridMultilevel"/>
    <w:tmpl w:val="0A641F4A"/>
    <w:lvl w:ilvl="0" w:tplc="AF386AAA">
      <w:start w:val="1"/>
      <w:numFmt w:val="decimal"/>
      <w:lvlText w:val="%1."/>
      <w:lvlJc w:val="left"/>
      <w:pPr>
        <w:ind w:left="1211" w:hanging="360"/>
      </w:pPr>
      <w:rPr>
        <w:rFonts w:ascii="Arial Narrow" w:hAnsi="Arial Narrow" w:hint="default"/>
        <w:sz w:val="20"/>
        <w:szCs w:val="20"/>
      </w:rPr>
    </w:lvl>
    <w:lvl w:ilvl="1" w:tplc="FFFFFFFF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0B97595C"/>
    <w:multiLevelType w:val="hybridMultilevel"/>
    <w:tmpl w:val="BFD60C8C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7961898"/>
    <w:multiLevelType w:val="hybridMultilevel"/>
    <w:tmpl w:val="7484854C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29A16B5"/>
    <w:multiLevelType w:val="hybridMultilevel"/>
    <w:tmpl w:val="860CFFD0"/>
    <w:lvl w:ilvl="0" w:tplc="08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CB252EC"/>
    <w:multiLevelType w:val="hybridMultilevel"/>
    <w:tmpl w:val="C3A8A79E"/>
    <w:lvl w:ilvl="0" w:tplc="2C46C372">
      <w:start w:val="1"/>
      <w:numFmt w:val="bullet"/>
      <w:pStyle w:val="StandardtextRTEAufzhlung1Ebene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41521B91"/>
    <w:multiLevelType w:val="hybridMultilevel"/>
    <w:tmpl w:val="68BEE0E4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F622FBC"/>
    <w:multiLevelType w:val="hybridMultilevel"/>
    <w:tmpl w:val="14CC4310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F693574"/>
    <w:multiLevelType w:val="hybridMultilevel"/>
    <w:tmpl w:val="CE669536"/>
    <w:lvl w:ilvl="0" w:tplc="D57C6E8A">
      <w:start w:val="1"/>
      <w:numFmt w:val="decimal"/>
      <w:lvlText w:val="%1."/>
      <w:lvlJc w:val="left"/>
      <w:pPr>
        <w:ind w:left="1211" w:hanging="360"/>
      </w:pPr>
      <w:rPr>
        <w:rFonts w:ascii="Arial Narrow" w:hAnsi="Arial Narrow" w:hint="default"/>
      </w:rPr>
    </w:lvl>
    <w:lvl w:ilvl="1" w:tplc="FFFFFFFF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74344E7B"/>
    <w:multiLevelType w:val="hybridMultilevel"/>
    <w:tmpl w:val="EA8EC994"/>
    <w:lvl w:ilvl="0" w:tplc="4A8AFDAA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0566146">
    <w:abstractNumId w:val="6"/>
  </w:num>
  <w:num w:numId="2" w16cid:durableId="911085710">
    <w:abstractNumId w:val="2"/>
  </w:num>
  <w:num w:numId="3" w16cid:durableId="1447192262">
    <w:abstractNumId w:val="1"/>
  </w:num>
  <w:num w:numId="4" w16cid:durableId="1626351683">
    <w:abstractNumId w:val="5"/>
  </w:num>
  <w:num w:numId="5" w16cid:durableId="489491131">
    <w:abstractNumId w:val="3"/>
  </w:num>
  <w:num w:numId="6" w16cid:durableId="1434980399">
    <w:abstractNumId w:val="8"/>
  </w:num>
  <w:num w:numId="7" w16cid:durableId="172457264">
    <w:abstractNumId w:val="4"/>
  </w:num>
  <w:num w:numId="8" w16cid:durableId="1886985578">
    <w:abstractNumId w:val="0"/>
  </w:num>
  <w:num w:numId="9" w16cid:durableId="6236572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activeWritingStyle w:appName="MSWord" w:lang="de-DE" w:vendorID="64" w:dllVersion="6" w:nlCheck="1" w:checkStyle="1"/>
  <w:activeWritingStyle w:appName="MSWord" w:lang="de-CH" w:vendorID="64" w:dllVersion="6" w:nlCheck="1" w:checkStyle="0"/>
  <w:activeWritingStyle w:appName="MSWord" w:lang="fr-CH" w:vendorID="64" w:dllVersion="6" w:nlCheck="1" w:checkStyle="0"/>
  <w:activeWritingStyle w:appName="MSWord" w:lang="fr-CH" w:vendorID="64" w:dllVersion="0" w:nlCheck="1" w:checkStyle="0"/>
  <w:activeWritingStyle w:appName="MSWord" w:lang="de-CH" w:vendorID="64" w:dllVersion="0" w:nlCheck="1" w:checkStyle="0"/>
  <w:activeWritingStyle w:appName="MSWord" w:lang="it-IT" w:vendorID="64" w:dllVersion="0" w:nlCheck="1" w:checkStyle="0"/>
  <w:activeWritingStyle w:appName="MSWord" w:lang="en-GB" w:vendorID="64" w:dllVersion="0" w:nlCheck="1" w:checkStyle="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B2A"/>
    <w:rsid w:val="000014A9"/>
    <w:rsid w:val="000124A7"/>
    <w:rsid w:val="000167D0"/>
    <w:rsid w:val="00023763"/>
    <w:rsid w:val="00024B1C"/>
    <w:rsid w:val="00027AC4"/>
    <w:rsid w:val="00030882"/>
    <w:rsid w:val="000343ED"/>
    <w:rsid w:val="000474BD"/>
    <w:rsid w:val="000532B7"/>
    <w:rsid w:val="000534E4"/>
    <w:rsid w:val="00062520"/>
    <w:rsid w:val="0006252D"/>
    <w:rsid w:val="00063E7D"/>
    <w:rsid w:val="00067139"/>
    <w:rsid w:val="000722D3"/>
    <w:rsid w:val="0007468F"/>
    <w:rsid w:val="000A6F18"/>
    <w:rsid w:val="000B4EED"/>
    <w:rsid w:val="000B78FA"/>
    <w:rsid w:val="000C039F"/>
    <w:rsid w:val="000C08AB"/>
    <w:rsid w:val="000C6C29"/>
    <w:rsid w:val="000D3EAC"/>
    <w:rsid w:val="000F09A9"/>
    <w:rsid w:val="000F44FF"/>
    <w:rsid w:val="0010515C"/>
    <w:rsid w:val="00110F8C"/>
    <w:rsid w:val="00112172"/>
    <w:rsid w:val="001136FA"/>
    <w:rsid w:val="0011496A"/>
    <w:rsid w:val="00154220"/>
    <w:rsid w:val="0015709E"/>
    <w:rsid w:val="00175B7C"/>
    <w:rsid w:val="00175CE9"/>
    <w:rsid w:val="00182292"/>
    <w:rsid w:val="0018715A"/>
    <w:rsid w:val="001913C9"/>
    <w:rsid w:val="001A6136"/>
    <w:rsid w:val="001A6B5E"/>
    <w:rsid w:val="001B26E0"/>
    <w:rsid w:val="001E1716"/>
    <w:rsid w:val="001E2049"/>
    <w:rsid w:val="001E28B9"/>
    <w:rsid w:val="002110AB"/>
    <w:rsid w:val="002353D7"/>
    <w:rsid w:val="00246715"/>
    <w:rsid w:val="002473B8"/>
    <w:rsid w:val="0024792E"/>
    <w:rsid w:val="0027004B"/>
    <w:rsid w:val="0028057C"/>
    <w:rsid w:val="002A00C3"/>
    <w:rsid w:val="002B0702"/>
    <w:rsid w:val="002C1048"/>
    <w:rsid w:val="002C18C8"/>
    <w:rsid w:val="002C2B11"/>
    <w:rsid w:val="002D1752"/>
    <w:rsid w:val="002D7FC2"/>
    <w:rsid w:val="002E02BA"/>
    <w:rsid w:val="002E4F3E"/>
    <w:rsid w:val="002E678E"/>
    <w:rsid w:val="002F07F7"/>
    <w:rsid w:val="002F0988"/>
    <w:rsid w:val="002F4AB0"/>
    <w:rsid w:val="0030562C"/>
    <w:rsid w:val="0031131E"/>
    <w:rsid w:val="00311BEE"/>
    <w:rsid w:val="00317AC6"/>
    <w:rsid w:val="00321194"/>
    <w:rsid w:val="003239AE"/>
    <w:rsid w:val="00324895"/>
    <w:rsid w:val="003326DF"/>
    <w:rsid w:val="0034570E"/>
    <w:rsid w:val="00364FAF"/>
    <w:rsid w:val="003706F1"/>
    <w:rsid w:val="00374EB1"/>
    <w:rsid w:val="00382ECD"/>
    <w:rsid w:val="003931EB"/>
    <w:rsid w:val="0039750C"/>
    <w:rsid w:val="003B3DA9"/>
    <w:rsid w:val="003B6D97"/>
    <w:rsid w:val="003C1455"/>
    <w:rsid w:val="003C198A"/>
    <w:rsid w:val="003C32A6"/>
    <w:rsid w:val="003C7F09"/>
    <w:rsid w:val="003E503C"/>
    <w:rsid w:val="003F2FA0"/>
    <w:rsid w:val="003F78BF"/>
    <w:rsid w:val="004037BC"/>
    <w:rsid w:val="00415B25"/>
    <w:rsid w:val="0041767E"/>
    <w:rsid w:val="0044330E"/>
    <w:rsid w:val="00445BB8"/>
    <w:rsid w:val="00451D01"/>
    <w:rsid w:val="004523E5"/>
    <w:rsid w:val="00457865"/>
    <w:rsid w:val="004671D9"/>
    <w:rsid w:val="004816A3"/>
    <w:rsid w:val="00485FA4"/>
    <w:rsid w:val="0049040C"/>
    <w:rsid w:val="00493D84"/>
    <w:rsid w:val="00495BAF"/>
    <w:rsid w:val="004A4A8F"/>
    <w:rsid w:val="004A7958"/>
    <w:rsid w:val="004B708C"/>
    <w:rsid w:val="004C394C"/>
    <w:rsid w:val="004E7782"/>
    <w:rsid w:val="004F2C18"/>
    <w:rsid w:val="004F500A"/>
    <w:rsid w:val="004F5410"/>
    <w:rsid w:val="004F5ED1"/>
    <w:rsid w:val="004F5F81"/>
    <w:rsid w:val="00507363"/>
    <w:rsid w:val="0050782F"/>
    <w:rsid w:val="00515066"/>
    <w:rsid w:val="00523595"/>
    <w:rsid w:val="00530D3B"/>
    <w:rsid w:val="00535511"/>
    <w:rsid w:val="00537113"/>
    <w:rsid w:val="00543E4A"/>
    <w:rsid w:val="005456E7"/>
    <w:rsid w:val="00552BD5"/>
    <w:rsid w:val="00561615"/>
    <w:rsid w:val="00586443"/>
    <w:rsid w:val="00586F8D"/>
    <w:rsid w:val="0059509B"/>
    <w:rsid w:val="005956AC"/>
    <w:rsid w:val="00596FFE"/>
    <w:rsid w:val="005A0EC3"/>
    <w:rsid w:val="005A6A64"/>
    <w:rsid w:val="005B254D"/>
    <w:rsid w:val="005D15B7"/>
    <w:rsid w:val="005D2D79"/>
    <w:rsid w:val="00603486"/>
    <w:rsid w:val="00606C77"/>
    <w:rsid w:val="0061115C"/>
    <w:rsid w:val="0062598C"/>
    <w:rsid w:val="00670D5E"/>
    <w:rsid w:val="006839DD"/>
    <w:rsid w:val="006979AD"/>
    <w:rsid w:val="006D42B1"/>
    <w:rsid w:val="006E34E3"/>
    <w:rsid w:val="006F3185"/>
    <w:rsid w:val="006F768E"/>
    <w:rsid w:val="007063E2"/>
    <w:rsid w:val="00713E97"/>
    <w:rsid w:val="00714CC9"/>
    <w:rsid w:val="00723042"/>
    <w:rsid w:val="00730E4A"/>
    <w:rsid w:val="00732B0F"/>
    <w:rsid w:val="007336E2"/>
    <w:rsid w:val="007365CE"/>
    <w:rsid w:val="00752FE3"/>
    <w:rsid w:val="00757CFC"/>
    <w:rsid w:val="00782FDD"/>
    <w:rsid w:val="00785418"/>
    <w:rsid w:val="007B26F3"/>
    <w:rsid w:val="007B3F57"/>
    <w:rsid w:val="007D40FD"/>
    <w:rsid w:val="007D421B"/>
    <w:rsid w:val="007D64B3"/>
    <w:rsid w:val="007D7184"/>
    <w:rsid w:val="0084455E"/>
    <w:rsid w:val="00847A8A"/>
    <w:rsid w:val="00850142"/>
    <w:rsid w:val="00865D0E"/>
    <w:rsid w:val="0086788D"/>
    <w:rsid w:val="0088478A"/>
    <w:rsid w:val="0089065F"/>
    <w:rsid w:val="008A52A2"/>
    <w:rsid w:val="008A6CAB"/>
    <w:rsid w:val="008C1516"/>
    <w:rsid w:val="008C1EB5"/>
    <w:rsid w:val="008D4CFF"/>
    <w:rsid w:val="008E45C6"/>
    <w:rsid w:val="008F12BB"/>
    <w:rsid w:val="00906098"/>
    <w:rsid w:val="00907656"/>
    <w:rsid w:val="00907F31"/>
    <w:rsid w:val="0091667F"/>
    <w:rsid w:val="00923430"/>
    <w:rsid w:val="00943593"/>
    <w:rsid w:val="00947847"/>
    <w:rsid w:val="00950BDA"/>
    <w:rsid w:val="00963F12"/>
    <w:rsid w:val="009655B2"/>
    <w:rsid w:val="009812D3"/>
    <w:rsid w:val="009819B7"/>
    <w:rsid w:val="00982C22"/>
    <w:rsid w:val="00984869"/>
    <w:rsid w:val="009862CB"/>
    <w:rsid w:val="009907C7"/>
    <w:rsid w:val="009948C2"/>
    <w:rsid w:val="009A7879"/>
    <w:rsid w:val="009B177A"/>
    <w:rsid w:val="009B452D"/>
    <w:rsid w:val="009B6D26"/>
    <w:rsid w:val="009C410D"/>
    <w:rsid w:val="009C7878"/>
    <w:rsid w:val="009E70A3"/>
    <w:rsid w:val="009F0E73"/>
    <w:rsid w:val="00A1126E"/>
    <w:rsid w:val="00A338B4"/>
    <w:rsid w:val="00A37A00"/>
    <w:rsid w:val="00A41007"/>
    <w:rsid w:val="00A446E6"/>
    <w:rsid w:val="00A4795A"/>
    <w:rsid w:val="00A541D7"/>
    <w:rsid w:val="00A615D1"/>
    <w:rsid w:val="00A8655D"/>
    <w:rsid w:val="00A879EE"/>
    <w:rsid w:val="00AA232D"/>
    <w:rsid w:val="00AA6937"/>
    <w:rsid w:val="00AA7152"/>
    <w:rsid w:val="00AA767D"/>
    <w:rsid w:val="00AC56C1"/>
    <w:rsid w:val="00AC68AC"/>
    <w:rsid w:val="00B00F00"/>
    <w:rsid w:val="00B052FA"/>
    <w:rsid w:val="00B14AF2"/>
    <w:rsid w:val="00B37B3B"/>
    <w:rsid w:val="00B43816"/>
    <w:rsid w:val="00B475B7"/>
    <w:rsid w:val="00B6157E"/>
    <w:rsid w:val="00B770E4"/>
    <w:rsid w:val="00B8143B"/>
    <w:rsid w:val="00B9433E"/>
    <w:rsid w:val="00B96130"/>
    <w:rsid w:val="00B97133"/>
    <w:rsid w:val="00BA60A6"/>
    <w:rsid w:val="00BB4C49"/>
    <w:rsid w:val="00BC2B5B"/>
    <w:rsid w:val="00BC669E"/>
    <w:rsid w:val="00BC7320"/>
    <w:rsid w:val="00BC74F6"/>
    <w:rsid w:val="00BE2407"/>
    <w:rsid w:val="00BF37C3"/>
    <w:rsid w:val="00C025FD"/>
    <w:rsid w:val="00C0389B"/>
    <w:rsid w:val="00C12C91"/>
    <w:rsid w:val="00C16324"/>
    <w:rsid w:val="00C212A5"/>
    <w:rsid w:val="00C26B74"/>
    <w:rsid w:val="00C31ABF"/>
    <w:rsid w:val="00C4031B"/>
    <w:rsid w:val="00C5018F"/>
    <w:rsid w:val="00C56BE7"/>
    <w:rsid w:val="00C57637"/>
    <w:rsid w:val="00C67C5B"/>
    <w:rsid w:val="00C726ED"/>
    <w:rsid w:val="00C76A31"/>
    <w:rsid w:val="00C829A7"/>
    <w:rsid w:val="00C85001"/>
    <w:rsid w:val="00C93288"/>
    <w:rsid w:val="00C979EB"/>
    <w:rsid w:val="00CB6C69"/>
    <w:rsid w:val="00CC361F"/>
    <w:rsid w:val="00CC4C54"/>
    <w:rsid w:val="00CD110C"/>
    <w:rsid w:val="00CD4A71"/>
    <w:rsid w:val="00CD6A9A"/>
    <w:rsid w:val="00D03B2A"/>
    <w:rsid w:val="00D102DA"/>
    <w:rsid w:val="00D113F3"/>
    <w:rsid w:val="00D14B41"/>
    <w:rsid w:val="00D21E00"/>
    <w:rsid w:val="00D335F7"/>
    <w:rsid w:val="00D351C4"/>
    <w:rsid w:val="00D36756"/>
    <w:rsid w:val="00D4485A"/>
    <w:rsid w:val="00D606B2"/>
    <w:rsid w:val="00D60AEF"/>
    <w:rsid w:val="00D60B2E"/>
    <w:rsid w:val="00D7106C"/>
    <w:rsid w:val="00D82727"/>
    <w:rsid w:val="00DA0D30"/>
    <w:rsid w:val="00DA2477"/>
    <w:rsid w:val="00DA2A33"/>
    <w:rsid w:val="00DB4DD2"/>
    <w:rsid w:val="00DB6BBA"/>
    <w:rsid w:val="00DC3BDA"/>
    <w:rsid w:val="00DE23A4"/>
    <w:rsid w:val="00DE6314"/>
    <w:rsid w:val="00DF2F1E"/>
    <w:rsid w:val="00E33F56"/>
    <w:rsid w:val="00E34CC6"/>
    <w:rsid w:val="00E35F00"/>
    <w:rsid w:val="00E44051"/>
    <w:rsid w:val="00E4496E"/>
    <w:rsid w:val="00E60964"/>
    <w:rsid w:val="00E625C7"/>
    <w:rsid w:val="00E663CC"/>
    <w:rsid w:val="00E7124C"/>
    <w:rsid w:val="00E80818"/>
    <w:rsid w:val="00E82E03"/>
    <w:rsid w:val="00E86D66"/>
    <w:rsid w:val="00E87A78"/>
    <w:rsid w:val="00EA4CC3"/>
    <w:rsid w:val="00EA6FD7"/>
    <w:rsid w:val="00EB44B1"/>
    <w:rsid w:val="00EB5D53"/>
    <w:rsid w:val="00EC1ABC"/>
    <w:rsid w:val="00EC1C10"/>
    <w:rsid w:val="00EC7439"/>
    <w:rsid w:val="00ED511F"/>
    <w:rsid w:val="00EE192D"/>
    <w:rsid w:val="00EF36B2"/>
    <w:rsid w:val="00F0437A"/>
    <w:rsid w:val="00F10A52"/>
    <w:rsid w:val="00F1279B"/>
    <w:rsid w:val="00F1667A"/>
    <w:rsid w:val="00F166F7"/>
    <w:rsid w:val="00F31775"/>
    <w:rsid w:val="00F3301D"/>
    <w:rsid w:val="00F40068"/>
    <w:rsid w:val="00F405E1"/>
    <w:rsid w:val="00F708D1"/>
    <w:rsid w:val="00F82924"/>
    <w:rsid w:val="00F9239B"/>
    <w:rsid w:val="00F940F7"/>
    <w:rsid w:val="00F9475E"/>
    <w:rsid w:val="00F96886"/>
    <w:rsid w:val="00F97D58"/>
    <w:rsid w:val="00F97F65"/>
    <w:rsid w:val="00FA026F"/>
    <w:rsid w:val="00FB0A67"/>
    <w:rsid w:val="00FC44EB"/>
    <w:rsid w:val="00FC71CF"/>
    <w:rsid w:val="00FD2A44"/>
    <w:rsid w:val="00FE0810"/>
    <w:rsid w:val="00FE1613"/>
    <w:rsid w:val="00FF244D"/>
    <w:rsid w:val="00FF2A47"/>
    <w:rsid w:val="00FF4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027CF899"/>
  <w15:docId w15:val="{6A69F5D8-EBAF-4D3B-A81C-55DA833AD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spacing w:after="120"/>
    </w:pPr>
    <w:rPr>
      <w:rFonts w:ascii="Arial Narrow" w:hAnsi="Arial Narrow"/>
      <w:sz w:val="22"/>
      <w:szCs w:val="24"/>
      <w:lang w:eastAsia="de-DE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 Narrow Bold Italic" w:hAnsi="Arial Narrow Bold Italic"/>
      <w:b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  <w:bCs/>
      <w:i/>
      <w:iCs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  <w:i/>
      <w:iCs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pPr>
      <w:tabs>
        <w:tab w:val="left" w:pos="1218"/>
        <w:tab w:val="left" w:pos="2996"/>
      </w:tabs>
      <w:ind w:left="2996"/>
    </w:pPr>
    <w:rPr>
      <w:sz w:val="19"/>
      <w:lang w:val="fr-FR"/>
    </w:rPr>
  </w:style>
  <w:style w:type="character" w:styleId="Hyperlink">
    <w:name w:val="Hyperlink"/>
    <w:basedOn w:val="Absatz-Standardschriftart"/>
    <w:rPr>
      <w:color w:val="0000FF"/>
      <w:u w:val="single"/>
    </w:rPr>
  </w:style>
  <w:style w:type="paragraph" w:styleId="Textkrper">
    <w:name w:val="Body Text"/>
    <w:basedOn w:val="Standard"/>
    <w:pPr>
      <w:ind w:right="922"/>
    </w:pPr>
    <w:rPr>
      <w:lang w:val="it-IT"/>
    </w:rPr>
  </w:style>
  <w:style w:type="paragraph" w:styleId="Textkrper2">
    <w:name w:val="Body Text 2"/>
    <w:basedOn w:val="Standard"/>
    <w:pPr>
      <w:tabs>
        <w:tab w:val="right" w:pos="11700"/>
      </w:tabs>
      <w:ind w:right="22"/>
    </w:pPr>
    <w:rPr>
      <w:lang w:val="it-IT"/>
    </w:rPr>
  </w:style>
  <w:style w:type="paragraph" w:styleId="Sprechblasentext">
    <w:name w:val="Balloon Text"/>
    <w:basedOn w:val="Standard"/>
    <w:semiHidden/>
    <w:rsid w:val="00311BEE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5456E7"/>
  </w:style>
  <w:style w:type="character" w:styleId="Platzhaltertext">
    <w:name w:val="Placeholder Text"/>
    <w:basedOn w:val="Absatz-Standardschriftart"/>
    <w:uiPriority w:val="99"/>
    <w:semiHidden/>
    <w:rsid w:val="003C198A"/>
    <w:rPr>
      <w:color w:val="808080"/>
    </w:rPr>
  </w:style>
  <w:style w:type="character" w:styleId="Funotenzeichen">
    <w:name w:val="footnote reference"/>
    <w:rsid w:val="00C57637"/>
    <w:rPr>
      <w:vertAlign w:val="superscript"/>
    </w:rPr>
  </w:style>
  <w:style w:type="table" w:styleId="Tabellenraster">
    <w:name w:val="Table Grid"/>
    <w:basedOn w:val="NormaleTabelle"/>
    <w:rsid w:val="00F940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BE2407"/>
    <w:pPr>
      <w:ind w:left="720"/>
    </w:pPr>
    <w:rPr>
      <w:rFonts w:cs="Arial Narrow"/>
      <w:szCs w:val="22"/>
    </w:rPr>
  </w:style>
  <w:style w:type="paragraph" w:customStyle="1" w:styleId="StandardtextRTEAufzhlung1Ebene">
    <w:name w:val="Standardtext RTE Aufzählung 1. Ebene"/>
    <w:uiPriority w:val="10"/>
    <w:qFormat/>
    <w:rsid w:val="00CC361F"/>
    <w:pPr>
      <w:numPr>
        <w:numId w:val="7"/>
      </w:numPr>
      <w:spacing w:after="200" w:line="240" w:lineRule="atLeast"/>
      <w:contextualSpacing/>
      <w:jc w:val="both"/>
    </w:pPr>
    <w:rPr>
      <w:rFonts w:ascii="Arial" w:eastAsiaTheme="minorHAnsi" w:hAnsi="Arial" w:cstheme="minorBidi"/>
      <w:sz w:val="22"/>
      <w:szCs w:val="22"/>
      <w:lang w:eastAsia="en-US"/>
    </w:rPr>
  </w:style>
  <w:style w:type="character" w:styleId="Kommentarzeichen">
    <w:name w:val="annotation reference"/>
    <w:basedOn w:val="Absatz-Standardschriftart"/>
    <w:semiHidden/>
    <w:unhideWhenUsed/>
    <w:rsid w:val="008E45C6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8E45C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8E45C6"/>
    <w:rPr>
      <w:rFonts w:ascii="Arial Narrow" w:hAnsi="Arial Narrow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8E45C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8E45C6"/>
    <w:rPr>
      <w:rFonts w:ascii="Arial Narrow" w:hAnsi="Arial Narrow"/>
      <w:b/>
      <w:bCs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cole.Reinhard\ASP%20VOEV\AGr%20RTE-B&#252;ro%20V&#246;V%20%5bExtranet%5d%20-%20General\06_Vorlagen\03_Lesungen_Review\Rueckmeldungen\x-RTE-xxxxx-xLecture-Revision-propositions_Vorlage-2023-0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A3E8EF82E8F400FB245C80EE89BB7E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995497F-C4FC-4F66-ADE8-394FFBD8FCB0}"/>
      </w:docPartPr>
      <w:docPartBody>
        <w:p w:rsidR="00AE6670" w:rsidRDefault="00AE6670">
          <w:pPr>
            <w:pStyle w:val="0A3E8EF82E8F400FB245C80EE89BB7EE"/>
          </w:pPr>
          <w:r w:rsidRPr="002E4F3E">
            <w:rPr>
              <w:color w:val="808080"/>
              <w:lang w:val="fr-CH"/>
            </w:rPr>
            <w:t>Abréviation de l’organisation (p. ex. UTP)</w:t>
          </w:r>
        </w:p>
      </w:docPartBody>
    </w:docPart>
    <w:docPart>
      <w:docPartPr>
        <w:name w:val="238BF997E1A547519331345A6D9C1E9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DD9E20A-3F61-48DD-803C-D2399751963B}"/>
      </w:docPartPr>
      <w:docPartBody>
        <w:p w:rsidR="00AE6670" w:rsidRDefault="00AE6670">
          <w:pPr>
            <w:pStyle w:val="238BF997E1A547519331345A6D9C1E9F"/>
          </w:pPr>
          <w:r w:rsidRPr="002E4F3E">
            <w:rPr>
              <w:rStyle w:val="Platzhaltertext"/>
              <w:lang w:val="fr-CH"/>
            </w:rPr>
            <w:t>Entreprise (p. ex. Union des transports publics)</w:t>
          </w:r>
        </w:p>
      </w:docPartBody>
    </w:docPart>
    <w:docPart>
      <w:docPartPr>
        <w:name w:val="48B754C35E324EC2BAF79E813A1622B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3722668-727E-4A85-B32B-82028335B712}"/>
      </w:docPartPr>
      <w:docPartBody>
        <w:p w:rsidR="00AE6670" w:rsidRDefault="00AE6670">
          <w:pPr>
            <w:pStyle w:val="48B754C35E324EC2BAF79E813A1622B2"/>
          </w:pPr>
          <w:r w:rsidRPr="002E4F3E">
            <w:rPr>
              <w:rStyle w:val="Platzhaltertext"/>
              <w:lang w:val="fr-CH"/>
            </w:rPr>
            <w:t>Prénom, nom (auteur)</w:t>
          </w:r>
        </w:p>
      </w:docPartBody>
    </w:docPart>
    <w:docPart>
      <w:docPartPr>
        <w:name w:val="330C0629CF8F4FE8A5F7678EEF58555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28E9838-83E4-40BA-8B3B-750D3EF2341E}"/>
      </w:docPartPr>
      <w:docPartBody>
        <w:p w:rsidR="00AE6670" w:rsidRDefault="00AE6670">
          <w:pPr>
            <w:pStyle w:val="330C0629CF8F4FE8A5F7678EEF585559"/>
          </w:pPr>
          <w:r w:rsidRPr="002E4F3E">
            <w:rPr>
              <w:rStyle w:val="Platzhaltertext"/>
              <w:lang w:val="fr-CH"/>
            </w:rPr>
            <w:t>Adresse e-mail</w:t>
          </w:r>
        </w:p>
      </w:docPartBody>
    </w:docPart>
    <w:docPart>
      <w:docPartPr>
        <w:name w:val="E62E5B898C5445DDAFD1F8B74AABFAF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0FC651C-6763-42C0-9DE2-7E1C73BADBFE}"/>
      </w:docPartPr>
      <w:docPartBody>
        <w:p w:rsidR="00AE6670" w:rsidRDefault="00AE6670">
          <w:pPr>
            <w:pStyle w:val="E62E5B898C5445DDAFD1F8B74AABFAF0"/>
          </w:pPr>
          <w:r w:rsidRPr="002E4F3E">
            <w:rPr>
              <w:color w:val="808080"/>
              <w:lang w:val="fr-CH"/>
            </w:rPr>
            <w:t xml:space="preserve">Abrév. </w:t>
          </w:r>
          <w:r>
            <w:rPr>
              <w:color w:val="808080"/>
              <w:lang w:val="fr-CH"/>
            </w:rPr>
            <w:t>de l’</w:t>
          </w:r>
          <w:r w:rsidRPr="002E4F3E">
            <w:rPr>
              <w:color w:val="808080"/>
              <w:lang w:val="fr-CH"/>
            </w:rPr>
            <w:t>org. (p. ex. UTP)</w:t>
          </w:r>
        </w:p>
      </w:docPartBody>
    </w:docPart>
    <w:docPart>
      <w:docPartPr>
        <w:name w:val="1B5FA4A733E04B29AFC76F2ADD6E053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5E4CBEA-F2A3-4FF7-9343-D216ED2AD70E}"/>
      </w:docPartPr>
      <w:docPartBody>
        <w:p w:rsidR="00AE6670" w:rsidRDefault="00AE6670">
          <w:pPr>
            <w:pStyle w:val="1B5FA4A733E04B29AFC76F2ADD6E0539"/>
          </w:pPr>
          <w:r w:rsidRPr="002E4F3E">
            <w:rPr>
              <w:color w:val="808080"/>
              <w:lang w:val="fr-CH"/>
            </w:rPr>
            <w:t xml:space="preserve">Abrév. </w:t>
          </w:r>
          <w:r>
            <w:rPr>
              <w:color w:val="808080"/>
              <w:lang w:val="fr-CH"/>
            </w:rPr>
            <w:t>de l’</w:t>
          </w:r>
          <w:r w:rsidRPr="002E4F3E">
            <w:rPr>
              <w:color w:val="808080"/>
              <w:lang w:val="fr-CH"/>
            </w:rPr>
            <w:t>org.-N</w:t>
          </w:r>
          <w:r w:rsidRPr="002E4F3E">
            <w:rPr>
              <w:color w:val="808080"/>
              <w:vertAlign w:val="superscript"/>
              <w:lang w:val="fr-CH"/>
            </w:rPr>
            <w:t>o</w:t>
          </w:r>
          <w:r w:rsidRPr="002E4F3E">
            <w:rPr>
              <w:color w:val="808080"/>
              <w:lang w:val="fr-CH"/>
            </w:rPr>
            <w:t xml:space="preserve"> (p. ex. UTP-01)</w:t>
          </w:r>
        </w:p>
      </w:docPartBody>
    </w:docPart>
    <w:docPart>
      <w:docPartPr>
        <w:name w:val="B0AEA25025414A43A40FD7EDE4B40FB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1638C5-5CA7-40D1-8629-DAD4DB6EC1A2}"/>
      </w:docPartPr>
      <w:docPartBody>
        <w:p w:rsidR="00AE6670" w:rsidRDefault="00AE6670">
          <w:pPr>
            <w:pStyle w:val="B0AEA25025414A43A40FD7EDE4B40FB5"/>
          </w:pPr>
          <w:r w:rsidRPr="002E4F3E">
            <w:rPr>
              <w:rStyle w:val="Platzhaltertext"/>
              <w:lang w:val="fr-CH"/>
            </w:rPr>
            <w:t>Indiquer seulement le N</w:t>
          </w:r>
          <w:r w:rsidRPr="002E4F3E">
            <w:rPr>
              <w:rStyle w:val="Platzhaltertext"/>
              <w:vertAlign w:val="superscript"/>
              <w:lang w:val="fr-CH"/>
            </w:rPr>
            <w:t>o</w:t>
          </w:r>
          <w:r w:rsidRPr="002E4F3E">
            <w:rPr>
              <w:rStyle w:val="Platzhaltertext"/>
              <w:lang w:val="fr-CH"/>
            </w:rPr>
            <w:t xml:space="preserve"> (p. ex. 0/1.2/1.2.3)</w:t>
          </w:r>
        </w:p>
      </w:docPartBody>
    </w:docPart>
    <w:docPart>
      <w:docPartPr>
        <w:name w:val="4F0DD9463912485FA9EFB2DD554B610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2458A94-B32A-42C0-904E-48729EA156BA}"/>
      </w:docPartPr>
      <w:docPartBody>
        <w:p w:rsidR="00AE6670" w:rsidRDefault="00AE6670">
          <w:pPr>
            <w:pStyle w:val="4F0DD9463912485FA9EFB2DD554B6104"/>
          </w:pPr>
          <w:r w:rsidRPr="002E4F3E">
            <w:rPr>
              <w:rStyle w:val="Platzhaltertext"/>
              <w:lang w:val="fr-CH"/>
            </w:rPr>
            <w:t>Spécifique p. ex. avec paragraphe/général/N</w:t>
          </w:r>
          <w:r w:rsidRPr="002E4F3E">
            <w:rPr>
              <w:rStyle w:val="Platzhaltertext"/>
              <w:vertAlign w:val="superscript"/>
              <w:lang w:val="fr-CH"/>
            </w:rPr>
            <w:t>o</w:t>
          </w:r>
          <w:r w:rsidRPr="002E4F3E">
            <w:rPr>
              <w:rStyle w:val="Platzhaltertext"/>
              <w:lang w:val="fr-CH"/>
            </w:rPr>
            <w:t xml:space="preserve"> page/N</w:t>
          </w:r>
          <w:r w:rsidRPr="002E4F3E">
            <w:rPr>
              <w:rStyle w:val="Platzhaltertext"/>
              <w:vertAlign w:val="superscript"/>
              <w:lang w:val="fr-CH"/>
            </w:rPr>
            <w:t>o</w:t>
          </w:r>
          <w:r w:rsidRPr="002E4F3E">
            <w:rPr>
              <w:rStyle w:val="Platzhaltertext"/>
              <w:lang w:val="fr-CH"/>
            </w:rPr>
            <w:t xml:space="preserve"> figure)</w:t>
          </w:r>
        </w:p>
      </w:docPartBody>
    </w:docPart>
    <w:docPart>
      <w:docPartPr>
        <w:name w:val="1A9EF285C3C04AB88C67B3C7E622979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FE03A34-C5B1-4209-B7EB-C39601B881B0}"/>
      </w:docPartPr>
      <w:docPartBody>
        <w:p w:rsidR="00AE6670" w:rsidRDefault="00AE6670">
          <w:pPr>
            <w:pStyle w:val="1A9EF285C3C04AB88C67B3C7E622979C"/>
          </w:pPr>
          <w:r w:rsidRPr="002E4F3E">
            <w:rPr>
              <w:rStyle w:val="Platzhaltertext"/>
              <w:b/>
              <w:bCs/>
              <w:lang w:val="fr-CH"/>
            </w:rPr>
            <w:t xml:space="preserve">T </w:t>
          </w:r>
          <w:r w:rsidRPr="002E4F3E">
            <w:rPr>
              <w:rStyle w:val="Platzhaltertext"/>
              <w:lang w:val="fr-CH"/>
            </w:rPr>
            <w:t xml:space="preserve">pour: Technique/ contenu; </w:t>
          </w:r>
          <w:r w:rsidRPr="002E4F3E">
            <w:rPr>
              <w:rStyle w:val="Platzhaltertext"/>
              <w:b/>
              <w:bCs/>
              <w:lang w:val="fr-CH"/>
            </w:rPr>
            <w:t xml:space="preserve">R </w:t>
          </w:r>
          <w:r w:rsidRPr="002E4F3E">
            <w:rPr>
              <w:rStyle w:val="Platzhaltertext"/>
              <w:lang w:val="fr-CH"/>
            </w:rPr>
            <w:t>pour Rédactionnel, orthographe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 Bold Italic">
    <w:altName w:val="Arial Narro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670"/>
    <w:rsid w:val="002E02BA"/>
    <w:rsid w:val="00AE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CH" w:eastAsia="de-CH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0A3E8EF82E8F400FB245C80EE89BB7EE">
    <w:name w:val="0A3E8EF82E8F400FB245C80EE89BB7EE"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238BF997E1A547519331345A6D9C1E9F">
    <w:name w:val="238BF997E1A547519331345A6D9C1E9F"/>
  </w:style>
  <w:style w:type="paragraph" w:customStyle="1" w:styleId="48B754C35E324EC2BAF79E813A1622B2">
    <w:name w:val="48B754C35E324EC2BAF79E813A1622B2"/>
  </w:style>
  <w:style w:type="paragraph" w:customStyle="1" w:styleId="330C0629CF8F4FE8A5F7678EEF585559">
    <w:name w:val="330C0629CF8F4FE8A5F7678EEF585559"/>
  </w:style>
  <w:style w:type="paragraph" w:customStyle="1" w:styleId="2EB43F3B67BC44AAA43C90C4D85C1FEF">
    <w:name w:val="2EB43F3B67BC44AAA43C90C4D85C1FEF"/>
  </w:style>
  <w:style w:type="paragraph" w:customStyle="1" w:styleId="E62E5B898C5445DDAFD1F8B74AABFAF0">
    <w:name w:val="E62E5B898C5445DDAFD1F8B74AABFAF0"/>
  </w:style>
  <w:style w:type="paragraph" w:customStyle="1" w:styleId="5BF9887BBBD642E2865862EB2E202B3A">
    <w:name w:val="5BF9887BBBD642E2865862EB2E202B3A"/>
  </w:style>
  <w:style w:type="paragraph" w:customStyle="1" w:styleId="BE2ED11EE2304633B938C2EEA8B1C233">
    <w:name w:val="BE2ED11EE2304633B938C2EEA8B1C233"/>
  </w:style>
  <w:style w:type="paragraph" w:customStyle="1" w:styleId="7C08A53718D94FB99353D457A1F638C9">
    <w:name w:val="7C08A53718D94FB99353D457A1F638C9"/>
  </w:style>
  <w:style w:type="paragraph" w:customStyle="1" w:styleId="92BF84299C914F5797CB98E2FD8B9111">
    <w:name w:val="92BF84299C914F5797CB98E2FD8B9111"/>
  </w:style>
  <w:style w:type="paragraph" w:customStyle="1" w:styleId="3C182F0F95664C06A8CCE8DADB693940">
    <w:name w:val="3C182F0F95664C06A8CCE8DADB693940"/>
  </w:style>
  <w:style w:type="paragraph" w:customStyle="1" w:styleId="1B5FA4A733E04B29AFC76F2ADD6E0539">
    <w:name w:val="1B5FA4A733E04B29AFC76F2ADD6E0539"/>
  </w:style>
  <w:style w:type="paragraph" w:customStyle="1" w:styleId="B0AEA25025414A43A40FD7EDE4B40FB5">
    <w:name w:val="B0AEA25025414A43A40FD7EDE4B40FB5"/>
  </w:style>
  <w:style w:type="paragraph" w:customStyle="1" w:styleId="4F0DD9463912485FA9EFB2DD554B6104">
    <w:name w:val="4F0DD9463912485FA9EFB2DD554B6104"/>
  </w:style>
  <w:style w:type="paragraph" w:customStyle="1" w:styleId="1A9EF285C3C04AB88C67B3C7E622979C">
    <w:name w:val="1A9EF285C3C04AB88C67B3C7E622979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2d40b1-f6cb-4cdd-b8f9-486b41866926" xsi:nil="true"/>
    <lcf76f155ced4ddcb4097134ff3c332f xmlns="dff2d33b-e58c-4b22-aaee-1c3e400aa24b">
      <Terms xmlns="http://schemas.microsoft.com/office/infopath/2007/PartnerControls"/>
    </lcf76f155ced4ddcb4097134ff3c332f>
    <_dlc_DocId xmlns="fc48761f-100f-4b21-bfba-e6963edc687a">VXEHHNPPKHJR-1000582777-2173936</_dlc_DocId>
    <_dlc_DocIdUrl xmlns="fc48761f-100f-4b21-bfba-e6963edc687a">
      <Url>https://voev.sharepoint.com/sites/AbtoeffentlicherVerkehrVoeV/_layouts/15/DocIdRedir.aspx?ID=VXEHHNPPKHJR-1000582777-2173936</Url>
      <Description>VXEHHNPPKHJR-1000582777-2173936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663C6CEEE474AB7A75D47C7492EF0" ma:contentTypeVersion="19" ma:contentTypeDescription="Create a new document." ma:contentTypeScope="" ma:versionID="fc13e749c9b2cfeb071daf12fb56d36c">
  <xsd:schema xmlns:xsd="http://www.w3.org/2001/XMLSchema" xmlns:xs="http://www.w3.org/2001/XMLSchema" xmlns:p="http://schemas.microsoft.com/office/2006/metadata/properties" xmlns:ns2="dff2d33b-e58c-4b22-aaee-1c3e400aa24b" xmlns:ns3="fc48761f-100f-4b21-bfba-e6963edc687a" xmlns:ns4="dd2d40b1-f6cb-4cdd-b8f9-486b41866926" targetNamespace="http://schemas.microsoft.com/office/2006/metadata/properties" ma:root="true" ma:fieldsID="3cf43e475b95fcbf1b3d3592aff39186" ns2:_="" ns3:_="" ns4:_="">
    <xsd:import namespace="dff2d33b-e58c-4b22-aaee-1c3e400aa24b"/>
    <xsd:import namespace="fc48761f-100f-4b21-bfba-e6963edc687a"/>
    <xsd:import namespace="dd2d40b1-f6cb-4cdd-b8f9-486b418669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3:_dlc_DocId" minOccurs="0"/>
                <xsd:element ref="ns3:_dlc_DocIdUrl" minOccurs="0"/>
                <xsd:element ref="ns3:_dlc_DocIdPersistId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f2d33b-e58c-4b22-aaee-1c3e400aa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7022d4cd-26ff-4595-90f3-a961ef1aba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48761f-100f-4b21-bfba-e6963edc687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1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0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2d40b1-f6cb-4cdd-b8f9-486b41866926" elementFormDefault="qualified">
    <xsd:import namespace="http://schemas.microsoft.com/office/2006/documentManagement/types"/>
    <xsd:import namespace="http://schemas.microsoft.com/office/infopath/2007/PartnerControls"/>
    <xsd:element name="TaxCatchAll" ma:index="26" nillable="true" ma:displayName="Taxonomy Catch All Column" ma:hidden="true" ma:list="{8f9e9791-aa7c-4f2c-803f-e6e508fcb306}" ma:internalName="TaxCatchAll" ma:showField="CatchAllData" ma:web="fc48761f-100f-4b21-bfba-e6963edc68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3FD9801-FCD3-43F9-9C9F-B6E01F848973}">
  <ds:schemaRefs>
    <ds:schemaRef ds:uri="http://schemas.microsoft.com/office/2006/metadata/properties"/>
    <ds:schemaRef ds:uri="http://schemas.microsoft.com/office/infopath/2007/PartnerControls"/>
    <ds:schemaRef ds:uri="dd2d40b1-f6cb-4cdd-b8f9-486b41866926"/>
    <ds:schemaRef ds:uri="cfb7bb7d-fed2-4b10-8535-3301a0c41fc8"/>
  </ds:schemaRefs>
</ds:datastoreItem>
</file>

<file path=customXml/itemProps2.xml><?xml version="1.0" encoding="utf-8"?>
<ds:datastoreItem xmlns:ds="http://schemas.openxmlformats.org/officeDocument/2006/customXml" ds:itemID="{E65D8D6D-967B-463F-B971-AB92E3C13A4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B684E49-BD02-4218-AC36-8E1671B717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47968CB-F468-439B-84CC-47049EC64EB3}"/>
</file>

<file path=customXml/itemProps5.xml><?xml version="1.0" encoding="utf-8"?>
<ds:datastoreItem xmlns:ds="http://schemas.openxmlformats.org/officeDocument/2006/customXml" ds:itemID="{1113E7EB-C0A1-4F72-B6F7-B8AC0AA36D88}"/>
</file>

<file path=docProps/app.xml><?xml version="1.0" encoding="utf-8"?>
<Properties xmlns="http://schemas.openxmlformats.org/officeDocument/2006/extended-properties" xmlns:vt="http://schemas.openxmlformats.org/officeDocument/2006/docPropsVTypes">
  <Template>x-RTE-xxxxx-xLecture-Revision-propositions_Vorlage-2023-01</Template>
  <TotalTime>0</TotalTime>
  <Pages>1</Pages>
  <Words>72</Words>
  <Characters>485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VöV / UTP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Nicole Reinhard</dc:creator>
  <cp:lastModifiedBy>Nicole Reinhard</cp:lastModifiedBy>
  <cp:revision>2</cp:revision>
  <cp:lastPrinted>2015-04-22T09:18:00Z</cp:lastPrinted>
  <dcterms:created xsi:type="dcterms:W3CDTF">2025-08-21T15:18:00Z</dcterms:created>
  <dcterms:modified xsi:type="dcterms:W3CDTF">2025-08-21T15:23:00Z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0x010100001663C6CEEE474AB7A75D47C7492EF0</vt:lpwstr>
  </property>
  <property fmtid="{D5CDD505-2E9C-101B-9397-08002B2CF9AE}" pid="3" name="Order">
    <vt:r8>3769700</vt:r8>
  </property>
  <property fmtid="{D5CDD505-2E9C-101B-9397-08002B2CF9AE}" pid="4" name="_dlc_DocIdItemGuid">
    <vt:lpwstr>d4654a89-1654-44e3-af25-ded2e1263540</vt:lpwstr>
  </property>
  <property fmtid="{D5CDD505-2E9C-101B-9397-08002B2CF9AE}" pid="5" name="MediaServiceImageTags">
    <vt:lpwstr/>
  </property>
</Properties>
</file>