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62707" w14:textId="77777777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57B400AC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61A56243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23FB5A0E53BD49F4BAFED3385A947DCA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F8AAB1D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25DF9907AB1E40CDB359054A160465F7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75D34F33" w14:textId="77777777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AAA0E1AAF47B47E4A1427DEB2EF71974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4692454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E69DBA0829C64232B553E2BD71D0E558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7479527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6D5E9C7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277FED33" w14:textId="77777777" w:rsidTr="00CE1E45">
        <w:tc>
          <w:tcPr>
            <w:tcW w:w="1701" w:type="dxa"/>
          </w:tcPr>
          <w:p w14:paraId="20B786D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3BBDED62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0489050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AD4FA04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57886B0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1BB93B1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p w14:paraId="2D490151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251B691D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4C43A6B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020B56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479D4B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E2F8C0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6DD06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5E062B8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C38173E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E07CAB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369C4AC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462A5777D46B403B9A1BAE32E2A28BBA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279C51D5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3F833F94CFF54D069EF32F5A95B4DEFF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32FC191E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3B49EE95727B4E0099F20A763394EAF7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C5C6B58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B1143FC2EA274272BEA0AD8CA304DB96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508EC178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0FA102C5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EF401CE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1F60530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631FBF9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2E1A8E" w14:textId="77777777" w:rsidTr="006E421C">
        <w:trPr>
          <w:trHeight w:val="264"/>
        </w:trPr>
        <w:tc>
          <w:tcPr>
            <w:tcW w:w="850" w:type="dxa"/>
          </w:tcPr>
          <w:p w14:paraId="24ECE35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2EDB86C2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CD92C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783942A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DD7BC8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867E2B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470E990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ABCE87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2534DD34" w14:textId="77777777" w:rsidTr="006E421C">
        <w:trPr>
          <w:trHeight w:val="264"/>
        </w:trPr>
        <w:tc>
          <w:tcPr>
            <w:tcW w:w="850" w:type="dxa"/>
          </w:tcPr>
          <w:p w14:paraId="4FBD9BD1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380F7FC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61A36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0485B71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2E8BF0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5F4C26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9D40F30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7578FC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2A73693" w14:textId="77777777" w:rsidTr="006E421C">
        <w:trPr>
          <w:trHeight w:val="264"/>
        </w:trPr>
        <w:tc>
          <w:tcPr>
            <w:tcW w:w="850" w:type="dxa"/>
          </w:tcPr>
          <w:p w14:paraId="7816E80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21D07A7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F5D42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52D8E895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5F851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98222A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077D283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FD3927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69D242C6" w14:textId="77777777" w:rsidTr="006E421C">
        <w:trPr>
          <w:trHeight w:val="70"/>
        </w:trPr>
        <w:tc>
          <w:tcPr>
            <w:tcW w:w="850" w:type="dxa"/>
          </w:tcPr>
          <w:p w14:paraId="73E5809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682FCD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2BAC9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888CB75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2F246F5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398FDB9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F4A5815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221E81D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166CC30" w14:textId="77777777" w:rsidTr="006E421C">
        <w:trPr>
          <w:trHeight w:val="70"/>
        </w:trPr>
        <w:tc>
          <w:tcPr>
            <w:tcW w:w="850" w:type="dxa"/>
          </w:tcPr>
          <w:p w14:paraId="4258A68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DF8AE6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46A1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8A797B6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074018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D6C4F4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F2ADE9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AAB1C3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8C554F9" w14:textId="77777777" w:rsidTr="006E421C">
        <w:trPr>
          <w:trHeight w:val="70"/>
        </w:trPr>
        <w:tc>
          <w:tcPr>
            <w:tcW w:w="850" w:type="dxa"/>
          </w:tcPr>
          <w:p w14:paraId="6FB4359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F78A7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C8CF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CD92EA9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2DFE9E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31D3209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2156B6B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AC6D425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2559C3E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B43F" w14:textId="77777777" w:rsidR="006C75D3" w:rsidRDefault="006C75D3" w:rsidP="00730E4A">
      <w:pPr>
        <w:pStyle w:val="Textkrper2"/>
      </w:pPr>
      <w:r>
        <w:separator/>
      </w:r>
    </w:p>
  </w:endnote>
  <w:endnote w:type="continuationSeparator" w:id="0">
    <w:p w14:paraId="1A7A0225" w14:textId="77777777" w:rsidR="006C75D3" w:rsidRDefault="006C75D3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37821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1446C8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E6DCB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proofErr w:type="spellStart"/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</w:t>
    </w:r>
    <w:proofErr w:type="spellEnd"/>
    <w:r>
      <w:rPr>
        <w:rFonts w:ascii="Arial" w:hAnsi="Arial" w:cs="Arial"/>
        <w:sz w:val="20"/>
        <w:szCs w:val="20"/>
      </w:rPr>
      <w:t xml:space="preserve">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proofErr w:type="spellStart"/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</w:t>
    </w:r>
    <w:proofErr w:type="spellEnd"/>
    <w:r w:rsidR="00540CE4" w:rsidRPr="000C7042">
      <w:rPr>
        <w:rFonts w:ascii="Arial" w:hAnsi="Arial" w:cs="Arial"/>
        <w:sz w:val="20"/>
        <w:szCs w:val="20"/>
      </w:rPr>
      <w:t xml:space="preserve"> für Entscheid Z / A / V</w:t>
    </w:r>
    <w:r w:rsidRPr="000C7042">
      <w:rPr>
        <w:rFonts w:ascii="Arial" w:hAnsi="Arial" w:cs="Arial"/>
        <w:sz w:val="20"/>
        <w:szCs w:val="20"/>
      </w:rPr>
      <w:br/>
    </w:r>
  </w:p>
  <w:p w14:paraId="30D6E601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A30E" w14:textId="77777777" w:rsidR="006C75D3" w:rsidRDefault="006C75D3" w:rsidP="00730E4A">
      <w:pPr>
        <w:pStyle w:val="Textkrper2"/>
      </w:pPr>
      <w:r>
        <w:separator/>
      </w:r>
    </w:p>
  </w:footnote>
  <w:footnote w:type="continuationSeparator" w:id="0">
    <w:p w14:paraId="382158F6" w14:textId="77777777" w:rsidR="006C75D3" w:rsidRDefault="006C75D3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2CB10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F40ED8E" wp14:editId="38E63DF3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4EA4CDCC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2377F2AA" w14:textId="37192AA8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/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7A6B09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7A6B09">
      <w:rPr>
        <w:rFonts w:ascii="Arial" w:hAnsi="Arial" w:cs="Arial"/>
        <w:b/>
        <w:szCs w:val="22"/>
      </w:rPr>
      <w:t>R RTE 11000</w:t>
    </w:r>
    <w:r w:rsidR="00C521E0">
      <w:rPr>
        <w:rFonts w:ascii="Arial" w:hAnsi="Arial" w:cs="Arial"/>
        <w:b/>
        <w:szCs w:val="22"/>
      </w:rPr>
      <w:t xml:space="preserve"> </w:t>
    </w:r>
    <w:r w:rsidR="007A6B09">
      <w:rPr>
        <w:rFonts w:ascii="Arial" w:hAnsi="Arial" w:cs="Arial"/>
        <w:b/>
        <w:szCs w:val="22"/>
      </w:rPr>
      <w:t>4</w:t>
    </w:r>
    <w:r w:rsidR="000657F5" w:rsidRPr="00C521E0">
      <w:rPr>
        <w:rFonts w:ascii="Arial" w:hAnsi="Arial" w:cs="Arial"/>
        <w:b/>
        <w:szCs w:val="22"/>
      </w:rPr>
      <w:t>. Ausgabe</w:t>
    </w:r>
  </w:p>
  <w:p w14:paraId="4BA52F49" w14:textId="6F46B629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7A6B09">
      <w:rPr>
        <w:rFonts w:ascii="Arial" w:hAnsi="Arial" w:cs="Arial"/>
        <w:szCs w:val="22"/>
      </w:rPr>
      <w:t>Programmgrundlagen</w:t>
    </w:r>
    <w:r w:rsidR="001E1A30" w:rsidRPr="00C521E0">
      <w:rPr>
        <w:rFonts w:ascii="Arial" w:hAnsi="Arial" w:cs="Arial"/>
        <w:szCs w:val="22"/>
      </w:rPr>
      <w:t>»</w:t>
    </w:r>
  </w:p>
  <w:p w14:paraId="1B13E0F5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64A9DDE2" w14:textId="77777777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9341B45DE41F4695A0AE97890746E84D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301D2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73E35330" wp14:editId="72FB5650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D3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75B7C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13DEE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25870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C75D3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A6B09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23BB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73671B"/>
  <w15:docId w15:val="{98B30E9F-B303-4611-986C-FB1E35AD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sung-Review-Rueckmeldungen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3FB5A0E53BD49F4BAFED3385A947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7C9957-3A12-4A38-BDC4-7D987163A7AD}"/>
      </w:docPartPr>
      <w:docPartBody>
        <w:p w:rsidR="00A53B76" w:rsidRDefault="00A53B76">
          <w:pPr>
            <w:pStyle w:val="23FB5A0E53BD49F4BAFED3385A947DCA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25DF9907AB1E40CDB359054A160465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4B67E-DBB7-4C7B-99F2-4C92A5880E25}"/>
      </w:docPartPr>
      <w:docPartBody>
        <w:p w:rsidR="00A53B76" w:rsidRDefault="00A53B76">
          <w:pPr>
            <w:pStyle w:val="25DF9907AB1E40CDB359054A160465F7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AAA0E1AAF47B47E4A1427DEB2EF719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F75CFB-B062-40B7-BD9C-33EB1C20E61E}"/>
      </w:docPartPr>
      <w:docPartBody>
        <w:p w:rsidR="00A53B76" w:rsidRDefault="00A53B76">
          <w:pPr>
            <w:pStyle w:val="AAA0E1AAF47B47E4A1427DEB2EF71974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E69DBA0829C64232B553E2BD71D0E5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DC0306-90F2-4E1C-8DF1-7B95C1BC860D}"/>
      </w:docPartPr>
      <w:docPartBody>
        <w:p w:rsidR="00A53B76" w:rsidRDefault="00A53B76">
          <w:pPr>
            <w:pStyle w:val="E69DBA0829C64232B553E2BD71D0E558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9341B45DE41F4695A0AE97890746E8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F5C90A-FA94-4D1A-B786-64D06BB31F95}"/>
      </w:docPartPr>
      <w:docPartBody>
        <w:p w:rsidR="00A53B76" w:rsidRDefault="00A53B76">
          <w:pPr>
            <w:pStyle w:val="9341B45DE41F4695A0AE97890746E84D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462A5777D46B403B9A1BAE32E2A28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F14708-A106-4BCA-B5E9-D2A33E5AB855}"/>
      </w:docPartPr>
      <w:docPartBody>
        <w:p w:rsidR="00A53B76" w:rsidRDefault="00A53B76">
          <w:pPr>
            <w:pStyle w:val="462A5777D46B403B9A1BAE32E2A28BBA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3F833F94CFF54D069EF32F5A95B4DE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817B0B-FC5F-4246-8AA3-7B116113EE73}"/>
      </w:docPartPr>
      <w:docPartBody>
        <w:p w:rsidR="00A53B76" w:rsidRDefault="00A53B76">
          <w:pPr>
            <w:pStyle w:val="3F833F94CFF54D069EF32F5A95B4DEFF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3B49EE95727B4E0099F20A763394EA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BE3830-95E9-4AE5-AA78-12AADE23C7C4}"/>
      </w:docPartPr>
      <w:docPartBody>
        <w:p w:rsidR="00A53B76" w:rsidRDefault="00A53B76">
          <w:pPr>
            <w:pStyle w:val="3B49EE95727B4E0099F20A763394EAF7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B1143FC2EA274272BEA0AD8CA304DB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830E01-290F-4432-996E-4B842CC084E1}"/>
      </w:docPartPr>
      <w:docPartBody>
        <w:p w:rsidR="00A53B76" w:rsidRDefault="00A53B76">
          <w:pPr>
            <w:pStyle w:val="B1143FC2EA274272BEA0AD8CA304DB96"/>
          </w:pPr>
          <w:r>
            <w:rPr>
              <w:rStyle w:val="Platzhaltertext"/>
            </w:rPr>
            <w:t>T für technisch / E für Editorial/Rechtschreibung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76"/>
    <w:rsid w:val="00325870"/>
    <w:rsid w:val="00A5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3FB5A0E53BD49F4BAFED3385A947DCA">
    <w:name w:val="23FB5A0E53BD49F4BAFED3385A947DCA"/>
  </w:style>
  <w:style w:type="paragraph" w:customStyle="1" w:styleId="25DF9907AB1E40CDB359054A160465F7">
    <w:name w:val="25DF9907AB1E40CDB359054A160465F7"/>
  </w:style>
  <w:style w:type="paragraph" w:customStyle="1" w:styleId="AAA0E1AAF47B47E4A1427DEB2EF71974">
    <w:name w:val="AAA0E1AAF47B47E4A1427DEB2EF71974"/>
  </w:style>
  <w:style w:type="paragraph" w:customStyle="1" w:styleId="E69DBA0829C64232B553E2BD71D0E558">
    <w:name w:val="E69DBA0829C64232B553E2BD71D0E558"/>
  </w:style>
  <w:style w:type="paragraph" w:customStyle="1" w:styleId="9341B45DE41F4695A0AE97890746E84D">
    <w:name w:val="9341B45DE41F4695A0AE97890746E84D"/>
  </w:style>
  <w:style w:type="paragraph" w:customStyle="1" w:styleId="D3B76576D43646FD929CE3432C48EA7C">
    <w:name w:val="D3B76576D43646FD929CE3432C48EA7C"/>
  </w:style>
  <w:style w:type="paragraph" w:customStyle="1" w:styleId="45A67011C4144AF782BA280AFDC44F33">
    <w:name w:val="45A67011C4144AF782BA280AFDC44F33"/>
  </w:style>
  <w:style w:type="paragraph" w:customStyle="1" w:styleId="D27FDFAD811041EEBF72C617786945AE">
    <w:name w:val="D27FDFAD811041EEBF72C617786945AE"/>
  </w:style>
  <w:style w:type="paragraph" w:customStyle="1" w:styleId="90B23838339E45F582BFAF42F74F9306">
    <w:name w:val="90B23838339E45F582BFAF42F74F9306"/>
  </w:style>
  <w:style w:type="paragraph" w:customStyle="1" w:styleId="7906C04349CF4CA4A462C396EF28E7B4">
    <w:name w:val="7906C04349CF4CA4A462C396EF28E7B4"/>
  </w:style>
  <w:style w:type="paragraph" w:customStyle="1" w:styleId="E630E7A7386742B8A8B0D80FAD5D30D6">
    <w:name w:val="E630E7A7386742B8A8B0D80FAD5D30D6"/>
  </w:style>
  <w:style w:type="paragraph" w:customStyle="1" w:styleId="DCF36769274642EF882D75442627249E">
    <w:name w:val="DCF36769274642EF882D75442627249E"/>
  </w:style>
  <w:style w:type="paragraph" w:customStyle="1" w:styleId="BFFF8BC4CD7042BEAC2E42B60FE404C3">
    <w:name w:val="BFFF8BC4CD7042BEAC2E42B60FE404C3"/>
  </w:style>
  <w:style w:type="paragraph" w:customStyle="1" w:styleId="462A5777D46B403B9A1BAE32E2A28BBA">
    <w:name w:val="462A5777D46B403B9A1BAE32E2A28BBA"/>
  </w:style>
  <w:style w:type="paragraph" w:customStyle="1" w:styleId="3F833F94CFF54D069EF32F5A95B4DEFF">
    <w:name w:val="3F833F94CFF54D069EF32F5A95B4DEFF"/>
  </w:style>
  <w:style w:type="paragraph" w:customStyle="1" w:styleId="3B49EE95727B4E0099F20A763394EAF7">
    <w:name w:val="3B49EE95727B4E0099F20A763394EAF7"/>
  </w:style>
  <w:style w:type="paragraph" w:customStyle="1" w:styleId="B1143FC2EA274272BEA0AD8CA304DB96">
    <w:name w:val="B1143FC2EA274272BEA0AD8CA304DB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VXEHHNPPKHJR-1000582777-2173937</_dlc_DocId>
    <_dlc_DocIdUrl xmlns="fc48761f-100f-4b21-bfba-e6963edc687a">
      <Url>https://voev.sharepoint.com/sites/AbtoeffentlicherVerkehrVoeV/_layouts/15/DocIdRedir.aspx?ID=VXEHHNPPKHJR-1000582777-2173937</Url>
      <Description>VXEHHNPPKHJR-1000582777-2173937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2A30E-0AB7-471E-B3EA-FC5DF5B50C9C}"/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00D0C4-605D-4BDC-A628-5C54ABF8040D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x-RTE-xxxxx-xLesung-Review-Rueckmeldungen_Vorlage-2023-01</Template>
  <TotalTime>0</TotalTime>
  <Pages>1</Pages>
  <Words>65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2</cp:revision>
  <cp:lastPrinted>2014-04-23T08:59:00Z</cp:lastPrinted>
  <dcterms:created xsi:type="dcterms:W3CDTF">2025-08-21T15:23:00Z</dcterms:created>
  <dcterms:modified xsi:type="dcterms:W3CDTF">2025-08-21T15:24:00Z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b1db32f9-3fe9-491d-9f0b-e75e9e94b7c3</vt:lpwstr>
  </property>
  <property fmtid="{D5CDD505-2E9C-101B-9397-08002B2CF9AE}" pid="5" name="MediaServiceImageTags">
    <vt:lpwstr/>
  </property>
</Properties>
</file>