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7EFA4" w14:textId="77777777" w:rsidR="00C979EB" w:rsidRPr="002E4F3E" w:rsidRDefault="00C979EB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07614353" w14:textId="77777777" w:rsidR="0031131E" w:rsidRPr="002E4F3E" w:rsidRDefault="0031131E" w:rsidP="0031131E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  <w:r w:rsidRPr="002E4F3E">
        <w:rPr>
          <w:rFonts w:cs="Arial"/>
          <w:sz w:val="20"/>
          <w:szCs w:val="20"/>
          <w:lang w:val="fr-CH"/>
        </w:rPr>
        <w:t>Remarques de:</w:t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31131E" w:rsidRPr="002E4F3E" w14:paraId="17BDE98F" w14:textId="77777777" w:rsidTr="00CE1E45">
        <w:sdt>
          <w:sdtPr>
            <w:rPr>
              <w:rFonts w:cs="Arial"/>
              <w:bCs/>
              <w:sz w:val="20"/>
              <w:szCs w:val="20"/>
              <w:lang w:val="fr-CH"/>
            </w:rPr>
            <w:id w:val="-1343629295"/>
            <w:placeholder>
              <w:docPart w:val="F01C9BFDC5C14FFCA8BCD00C64562345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39607D8D" w14:textId="77777777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</w:t>
                </w:r>
                <w:r w:rsidR="00865D0E" w:rsidRPr="002E4F3E">
                  <w:rPr>
                    <w:color w:val="808080"/>
                    <w:lang w:val="fr-CH"/>
                  </w:rPr>
                  <w:t>i</w:t>
                </w:r>
                <w:r w:rsidRPr="002E4F3E">
                  <w:rPr>
                    <w:color w:val="808080"/>
                    <w:lang w:val="fr-CH"/>
                  </w:rPr>
                  <w:t xml:space="preserve">ation </w:t>
                </w:r>
                <w:r w:rsidR="00317AC6" w:rsidRPr="002E4F3E">
                  <w:rPr>
                    <w:color w:val="808080"/>
                    <w:lang w:val="fr-CH"/>
                  </w:rPr>
                  <w:t>de l’o</w:t>
                </w:r>
                <w:r w:rsidRPr="002E4F3E">
                  <w:rPr>
                    <w:color w:val="808080"/>
                    <w:lang w:val="fr-CH"/>
                  </w:rPr>
                  <w:t>rganisation (p.</w:t>
                </w:r>
                <w:r w:rsidR="00865D0E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9E70A3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49199313"/>
            <w:placeholder>
              <w:docPart w:val="CC565DA2B54345CC86F363FB3399A4A3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45BD5F1E" w14:textId="77777777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Entreprise (p. ex. Union des transports publics</w:t>
                </w:r>
                <w:r w:rsidR="00AA232D" w:rsidRPr="002E4F3E">
                  <w:rPr>
                    <w:rStyle w:val="Platzhaltertext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77102036"/>
            <w:placeholder>
              <w:docPart w:val="ED1EED5341E3494997BC62C8808C1F49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0CF6D406" w14:textId="77777777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P</w:t>
                </w:r>
                <w:r w:rsidR="00AA232D" w:rsidRPr="002E4F3E">
                  <w:rPr>
                    <w:rStyle w:val="Platzhaltertext"/>
                    <w:lang w:val="fr-CH"/>
                  </w:rPr>
                  <w:t>rénom, nom (auteur)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139915303"/>
            <w:placeholder>
              <w:docPart w:val="3B9693AA5491493AAC6CBDDC63B3BA72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7430A0A6" w14:textId="77777777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Adresse e-</w:t>
                </w:r>
                <w:r w:rsidR="00AA232D" w:rsidRPr="002E4F3E">
                  <w:rPr>
                    <w:rStyle w:val="Platzhaltertext"/>
                    <w:lang w:val="fr-CH"/>
                  </w:rPr>
                  <w:t>mail</w:t>
                </w:r>
              </w:p>
            </w:tc>
          </w:sdtContent>
        </w:sdt>
        <w:tc>
          <w:tcPr>
            <w:tcW w:w="2608" w:type="dxa"/>
          </w:tcPr>
          <w:p w14:paraId="08900289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603486" w:rsidRPr="002E4F3E" w14:paraId="75056381" w14:textId="77777777" w:rsidTr="00CE1E45">
        <w:tc>
          <w:tcPr>
            <w:tcW w:w="1701" w:type="dxa"/>
          </w:tcPr>
          <w:p w14:paraId="6BB5D7BB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4252" w:type="dxa"/>
          </w:tcPr>
          <w:p w14:paraId="3A221765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835" w:type="dxa"/>
          </w:tcPr>
          <w:p w14:paraId="48E85E4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3969" w:type="dxa"/>
          </w:tcPr>
          <w:p w14:paraId="15758271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608" w:type="dxa"/>
          </w:tcPr>
          <w:p w14:paraId="5819E8D0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</w:tbl>
    <w:p w14:paraId="6AC733F0" w14:textId="77777777" w:rsidR="0031131E" w:rsidRPr="002E4F3E" w:rsidRDefault="0031131E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3F96D674" w14:textId="77777777" w:rsidR="00D351C4" w:rsidRPr="002E4F3E" w:rsidRDefault="00D351C4" w:rsidP="00A615D1">
      <w:pPr>
        <w:spacing w:after="0"/>
        <w:rPr>
          <w:rFonts w:cs="Arial"/>
          <w:sz w:val="20"/>
          <w:szCs w:val="20"/>
          <w:lang w:val="fr-CH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A615D1" w:rsidRPr="000A423C" w14:paraId="49E7FEC8" w14:textId="77777777" w:rsidTr="00A615D1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8ADF69C" w14:textId="77777777" w:rsidR="00D335F7" w:rsidRPr="002E4F3E" w:rsidRDefault="00D335F7" w:rsidP="00A8655D">
            <w:pPr>
              <w:spacing w:after="0"/>
              <w:rPr>
                <w:b/>
                <w:sz w:val="20"/>
                <w:szCs w:val="20"/>
                <w:lang w:val="fr-CH"/>
              </w:rPr>
            </w:pPr>
            <w:proofErr w:type="spellStart"/>
            <w:proofErr w:type="gramStart"/>
            <w:r w:rsidRPr="002E4F3E">
              <w:rPr>
                <w:b/>
                <w:sz w:val="20"/>
                <w:szCs w:val="20"/>
                <w:lang w:val="fr-CH"/>
              </w:rPr>
              <w:t>Org</w:t>
            </w:r>
            <w:proofErr w:type="spellEnd"/>
            <w:r w:rsidRPr="002E4F3E">
              <w:rPr>
                <w:b/>
                <w:sz w:val="20"/>
                <w:szCs w:val="20"/>
                <w:lang w:val="fr-CH"/>
              </w:rPr>
              <w:t>.-</w:t>
            </w:r>
            <w:proofErr w:type="gramEnd"/>
            <w:r w:rsidR="00317AC6" w:rsidRPr="002E4F3E">
              <w:rPr>
                <w:b/>
                <w:sz w:val="20"/>
                <w:szCs w:val="20"/>
                <w:lang w:val="fr-CH"/>
              </w:rPr>
              <w:t>N</w:t>
            </w:r>
            <w:r w:rsidR="00317AC6" w:rsidRPr="002E4F3E">
              <w:rPr>
                <w:b/>
                <w:sz w:val="20"/>
                <w:szCs w:val="20"/>
                <w:vertAlign w:val="superscript"/>
                <w:lang w:val="fr-CH"/>
              </w:rPr>
              <w:t>o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 xml:space="preserve">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4DA89AC" w14:textId="77777777" w:rsidR="00D335F7" w:rsidRPr="002E4F3E" w:rsidRDefault="00D335F7" w:rsidP="00364FAF">
            <w:pPr>
              <w:spacing w:after="0"/>
              <w:rPr>
                <w:b/>
                <w:sz w:val="20"/>
                <w:szCs w:val="20"/>
                <w:vertAlign w:val="superscript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Chapitre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EE084DF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Paragraphe</w:t>
            </w:r>
            <w:r w:rsidR="004E7782" w:rsidRPr="002E4F3E">
              <w:rPr>
                <w:b/>
                <w:sz w:val="20"/>
                <w:szCs w:val="20"/>
                <w:vertAlign w:val="superscript"/>
                <w:lang w:val="fr-CH"/>
              </w:rPr>
              <w:t> 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6561C60" w14:textId="77777777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T/R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08B8602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Commentaire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3A0F3BC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Proposition / proposition de texte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0B35A8D" w14:textId="77777777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Cat.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 xml:space="preserve"> 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BA5923C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Décision / justification du groupe de </w:t>
            </w:r>
            <w:r w:rsidR="00C76A31" w:rsidRPr="002E4F3E">
              <w:rPr>
                <w:b/>
                <w:sz w:val="20"/>
                <w:szCs w:val="20"/>
                <w:lang w:val="fr-CH"/>
              </w:rPr>
              <w:t>projet</w:t>
            </w:r>
          </w:p>
        </w:tc>
      </w:tr>
      <w:tr w:rsidR="00723042" w:rsidRPr="000A423C" w14:paraId="2691DE26" w14:textId="77777777" w:rsidTr="00CC4C54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184023263"/>
            <w:placeholder>
              <w:docPart w:val="9989B025164C4F758AA577B1680C660E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64262994" w14:textId="77777777" w:rsidR="00723042" w:rsidRPr="002E4F3E" w:rsidRDefault="007D64B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="00BC2B5B">
                  <w:rPr>
                    <w:color w:val="808080"/>
                    <w:lang w:val="fr-CH"/>
                  </w:rPr>
                  <w:t xml:space="preserve">de </w:t>
                </w:r>
                <w:proofErr w:type="gramStart"/>
                <w:r w:rsidR="00BC2B5B">
                  <w:rPr>
                    <w:color w:val="808080"/>
                    <w:lang w:val="fr-CH"/>
                  </w:rPr>
                  <w:t>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</w:t>
                </w:r>
                <w:r w:rsidR="00CB6C69" w:rsidRPr="002E4F3E">
                  <w:rPr>
                    <w:color w:val="808080"/>
                    <w:lang w:val="fr-CH"/>
                  </w:rPr>
                  <w:t>.</w:t>
                </w:r>
                <w:r w:rsidRPr="002E4F3E">
                  <w:rPr>
                    <w:color w:val="808080"/>
                    <w:lang w:val="fr-CH"/>
                  </w:rPr>
                  <w:t>-</w:t>
                </w:r>
                <w:proofErr w:type="gramEnd"/>
                <w:r w:rsidR="0059509B" w:rsidRPr="002E4F3E">
                  <w:rPr>
                    <w:color w:val="808080"/>
                    <w:lang w:val="fr-CH"/>
                  </w:rPr>
                  <w:t>N</w:t>
                </w:r>
                <w:r w:rsidR="0059509B" w:rsidRPr="002E4F3E">
                  <w:rPr>
                    <w:color w:val="808080"/>
                    <w:vertAlign w:val="superscript"/>
                    <w:lang w:val="fr-CH"/>
                  </w:rPr>
                  <w:t>o</w:t>
                </w:r>
                <w:r w:rsidR="0059509B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59509B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UTP-01)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185756224"/>
            <w:placeholder>
              <w:docPart w:val="9F385F54ACA94C93A388B117D4C10BF7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2715F453" w14:textId="7F56818D" w:rsidR="00723042" w:rsidRPr="002E4F3E" w:rsidRDefault="000A423C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0A423C">
                  <w:rPr>
                    <w:color w:val="808080"/>
                    <w:lang w:val="fr-CH"/>
                  </w:rPr>
                  <w:t>Indiquer seulement le N</w:t>
                </w:r>
                <w:r w:rsidRPr="000A423C">
                  <w:rPr>
                    <w:color w:val="808080"/>
                    <w:vertAlign w:val="superscript"/>
                    <w:lang w:val="fr-CH"/>
                  </w:rPr>
                  <w:t>o</w:t>
                </w:r>
                <w:r w:rsidRPr="000A423C">
                  <w:rPr>
                    <w:color w:val="808080"/>
                    <w:lang w:val="fr-CH"/>
                  </w:rPr>
                  <w:t xml:space="preserve"> (p. ex. 0/1.2/1.2.3</w:t>
                </w:r>
                <w:r>
                  <w:rPr>
                    <w:color w:val="808080"/>
                    <w:lang w:val="fr-CH"/>
                  </w:rPr>
                  <w:t>/V1/A3</w:t>
                </w:r>
                <w:r w:rsidR="00D7106C" w:rsidRPr="002E4F3E">
                  <w:rPr>
                    <w:rStyle w:val="Platzhaltertext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2144105262"/>
            <w:placeholder>
              <w:docPart w:val="8A4ED74CD546478F80B46009512E88C8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104ADAAA" w14:textId="77777777" w:rsidR="00723042" w:rsidRPr="002E4F3E" w:rsidRDefault="003931EB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 xml:space="preserve">Spécifique </w:t>
                </w:r>
                <w:r w:rsidR="009C7878" w:rsidRPr="002E4F3E">
                  <w:rPr>
                    <w:rStyle w:val="Platzhaltertext"/>
                    <w:lang w:val="fr-CH"/>
                  </w:rPr>
                  <w:t>p.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ex. avec paragraphe/général/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page/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figure)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381838366"/>
            <w:placeholder>
              <w:docPart w:val="FD21C4FE955E42DB93E709101E51B837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22B35C50" w14:textId="77777777" w:rsidR="00723042" w:rsidRPr="002E4F3E" w:rsidRDefault="009C7878" w:rsidP="00723042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T </w:t>
                </w:r>
                <w:r w:rsidRPr="002E4F3E">
                  <w:rPr>
                    <w:rStyle w:val="Platzhaltertext"/>
                    <w:lang w:val="fr-CH"/>
                  </w:rPr>
                  <w:t xml:space="preserve">pour: Technique/ contenu; </w:t>
                </w: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R </w:t>
                </w:r>
                <w:r w:rsidRPr="002E4F3E">
                  <w:rPr>
                    <w:rStyle w:val="Platzhaltertext"/>
                    <w:lang w:val="fr-CH"/>
                  </w:rPr>
                  <w:t>pour Rédactionnel, orthographe</w:t>
                </w:r>
              </w:p>
            </w:tc>
          </w:sdtContent>
        </w:sdt>
        <w:tc>
          <w:tcPr>
            <w:tcW w:w="4422" w:type="dxa"/>
          </w:tcPr>
          <w:p w14:paraId="55E93783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6F037D3F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3E8BFDC" w14:textId="77777777" w:rsidR="00723042" w:rsidRPr="002E4F3E" w:rsidRDefault="00723042" w:rsidP="0072304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315635E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0A423C" w14:paraId="1CD11631" w14:textId="77777777" w:rsidTr="00CC4C54">
        <w:trPr>
          <w:trHeight w:val="264"/>
        </w:trPr>
        <w:tc>
          <w:tcPr>
            <w:tcW w:w="850" w:type="dxa"/>
          </w:tcPr>
          <w:p w14:paraId="450418D8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4939E36B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4CD66E9D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595E68B5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15E3C245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5DA094BA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4767E3B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0D59566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0A423C" w14:paraId="002947BD" w14:textId="77777777" w:rsidTr="00CC4C54">
        <w:trPr>
          <w:trHeight w:val="264"/>
        </w:trPr>
        <w:tc>
          <w:tcPr>
            <w:tcW w:w="850" w:type="dxa"/>
          </w:tcPr>
          <w:p w14:paraId="1C4D08C1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5255A6DF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3AEF9789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14952EC0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3A2F3645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4041C996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6DF5523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30D1EACB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0A423C" w14:paraId="06010F9A" w14:textId="77777777" w:rsidTr="00CC4C54">
        <w:trPr>
          <w:trHeight w:val="24"/>
        </w:trPr>
        <w:tc>
          <w:tcPr>
            <w:tcW w:w="850" w:type="dxa"/>
          </w:tcPr>
          <w:p w14:paraId="4AB1D6E8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238E536F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26238053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3AFEB011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57B553B1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62588D22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A2B3767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66F95364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0A423C" w14:paraId="3FB5FAAF" w14:textId="77777777" w:rsidTr="00CC4C54">
        <w:trPr>
          <w:trHeight w:val="24"/>
        </w:trPr>
        <w:tc>
          <w:tcPr>
            <w:tcW w:w="850" w:type="dxa"/>
          </w:tcPr>
          <w:p w14:paraId="71C04C7A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7942D3B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13C1D766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E712086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24F97E90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1279118A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9A28997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B853101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</w:tbl>
    <w:p w14:paraId="435EE736" w14:textId="77777777" w:rsidR="00FB0A67" w:rsidRPr="002E4F3E" w:rsidRDefault="00FB0A67" w:rsidP="00E34CC6">
      <w:pPr>
        <w:tabs>
          <w:tab w:val="right" w:pos="11700"/>
        </w:tabs>
        <w:spacing w:after="0"/>
        <w:rPr>
          <w:rFonts w:cs="Arial"/>
          <w:sz w:val="20"/>
          <w:szCs w:val="20"/>
          <w:lang w:val="fr-CH"/>
        </w:rPr>
      </w:pPr>
    </w:p>
    <w:sectPr w:rsidR="00FB0A67" w:rsidRPr="002E4F3E" w:rsidSect="00E34CC6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A073D" w14:textId="77777777" w:rsidR="00C33B97" w:rsidRDefault="00C33B97" w:rsidP="00730E4A">
      <w:pPr>
        <w:pStyle w:val="Textkrper2"/>
      </w:pPr>
      <w:r>
        <w:separator/>
      </w:r>
    </w:p>
  </w:endnote>
  <w:endnote w:type="continuationSeparator" w:id="0">
    <w:p w14:paraId="3C135976" w14:textId="77777777" w:rsidR="00C33B97" w:rsidRDefault="00C33B97" w:rsidP="00730E4A">
      <w:pPr>
        <w:pStyle w:val="Textkrper2"/>
      </w:pPr>
      <w:r>
        <w:continuationSeparator/>
      </w:r>
    </w:p>
  </w:endnote>
  <w:endnote w:type="continuationNotice" w:id="1">
    <w:p w14:paraId="57ABA20E" w14:textId="77777777" w:rsidR="00C33B97" w:rsidRDefault="00C33B9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F6D54" w14:textId="7777777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8715A">
      <w:rPr>
        <w:rStyle w:val="Seitenzahl"/>
        <w:noProof/>
      </w:rPr>
      <w:t>2</w:t>
    </w:r>
    <w:r>
      <w:rPr>
        <w:rStyle w:val="Seitenzahl"/>
      </w:rPr>
      <w:fldChar w:fldCharType="end"/>
    </w:r>
  </w:p>
  <w:p w14:paraId="5E02193D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AC525" w14:textId="77777777" w:rsidR="00BC7320" w:rsidRDefault="00BC7320" w:rsidP="00F31775">
    <w:pPr>
      <w:tabs>
        <w:tab w:val="left" w:pos="10065"/>
      </w:tabs>
      <w:spacing w:after="0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vertAlign w:val="superscript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 w:rsidRPr="00AC56C1">
      <w:rPr>
        <w:rFonts w:ascii="Arial" w:hAnsi="Arial" w:cs="Arial"/>
        <w:sz w:val="20"/>
        <w:szCs w:val="20"/>
        <w:lang w:val="fr-CH"/>
      </w:rPr>
      <w:t xml:space="preserve">Numéro </w:t>
    </w:r>
    <w:r w:rsidR="00AC56C1">
      <w:rPr>
        <w:rFonts w:ascii="Arial" w:hAnsi="Arial" w:cs="Arial"/>
        <w:sz w:val="20"/>
        <w:szCs w:val="20"/>
        <w:lang w:val="fr-CH"/>
      </w:rPr>
      <w:t>de saisie avec organisation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="0039750C" w:rsidRPr="00AC56C1">
      <w:rPr>
        <w:rFonts w:ascii="Arial" w:hAnsi="Arial" w:cs="Arial"/>
        <w:sz w:val="20"/>
        <w:szCs w:val="20"/>
        <w:vertAlign w:val="superscript"/>
        <w:lang w:val="fr-CH"/>
      </w:rPr>
      <w:t>2</w:t>
    </w:r>
    <w:r w:rsidR="0039750C" w:rsidRPr="00AC56C1">
      <w:rPr>
        <w:rFonts w:ascii="Arial" w:hAnsi="Arial" w:cs="Arial"/>
        <w:sz w:val="20"/>
        <w:szCs w:val="20"/>
        <w:lang w:val="fr-CH"/>
      </w:rPr>
      <w:t xml:space="preserve"> </w:t>
    </w:r>
    <w:r w:rsidR="0039750C">
      <w:rPr>
        <w:rFonts w:ascii="Arial" w:hAnsi="Arial" w:cs="Arial"/>
        <w:sz w:val="20"/>
        <w:szCs w:val="20"/>
        <w:lang w:val="fr-CH"/>
      </w:rPr>
      <w:t>Indiquer le chapitre/paragraphe</w:t>
    </w:r>
    <w:r w:rsidR="004E7782">
      <w:rPr>
        <w:rFonts w:ascii="Arial" w:hAnsi="Arial" w:cs="Arial"/>
        <w:sz w:val="20"/>
        <w:szCs w:val="20"/>
        <w:lang w:val="fr-CH"/>
      </w:rPr>
      <w:t>/fig.</w:t>
    </w:r>
    <w:r w:rsidR="0039750C">
      <w:rPr>
        <w:rFonts w:ascii="Arial" w:hAnsi="Arial" w:cs="Arial"/>
        <w:sz w:val="20"/>
        <w:szCs w:val="20"/>
        <w:lang w:val="fr-CH"/>
      </w:rPr>
      <w:t xml:space="preserve"> et éventuellement la page indiquant précisément le passage dans le document</w:t>
    </w:r>
    <w:r w:rsidR="0039750C" w:rsidRPr="00AC56C1">
      <w:rPr>
        <w:rFonts w:ascii="Arial" w:hAnsi="Arial" w:cs="Arial"/>
        <w:sz w:val="20"/>
        <w:szCs w:val="20"/>
        <w:lang w:val="fr-CH"/>
      </w:rPr>
      <w:t>.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3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b/>
        <w:bCs/>
        <w:sz w:val="20"/>
        <w:szCs w:val="20"/>
        <w:lang w:val="fr-CH"/>
      </w:rPr>
      <w:t>T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Technique, contenu</w:t>
    </w:r>
    <w:r w:rsidRPr="00AC56C1">
      <w:rPr>
        <w:rFonts w:ascii="Arial" w:hAnsi="Arial" w:cs="Arial"/>
        <w:sz w:val="20"/>
        <w:szCs w:val="20"/>
        <w:lang w:val="fr-CH"/>
      </w:rPr>
      <w:t xml:space="preserve">; </w:t>
    </w:r>
    <w:r w:rsidR="00AC56C1">
      <w:rPr>
        <w:rFonts w:ascii="Arial" w:hAnsi="Arial" w:cs="Arial"/>
        <w:b/>
        <w:bCs/>
        <w:sz w:val="20"/>
        <w:szCs w:val="20"/>
        <w:lang w:val="fr-CH"/>
      </w:rPr>
      <w:t>R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Rédactionnel, orthographe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4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 xml:space="preserve">Le groupe de </w:t>
    </w:r>
    <w:r w:rsidR="00B8143B">
      <w:rPr>
        <w:rFonts w:ascii="Arial" w:hAnsi="Arial" w:cs="Arial"/>
        <w:sz w:val="20"/>
        <w:szCs w:val="20"/>
        <w:lang w:val="fr-CH"/>
      </w:rPr>
      <w:t>projet</w:t>
    </w:r>
    <w:r w:rsidR="00AC56C1">
      <w:rPr>
        <w:rFonts w:ascii="Arial" w:hAnsi="Arial" w:cs="Arial"/>
        <w:sz w:val="20"/>
        <w:szCs w:val="20"/>
        <w:lang w:val="fr-CH"/>
      </w:rPr>
      <w:t xml:space="preserve"> traite uniquement les propositions correctement formulées.</w:t>
    </w:r>
    <w:r w:rsidR="000014A9">
      <w:rPr>
        <w:rFonts w:ascii="Arial" w:hAnsi="Arial" w:cs="Arial"/>
        <w:sz w:val="20"/>
        <w:szCs w:val="20"/>
        <w:lang w:val="fr-CH"/>
      </w:rPr>
      <w:t xml:space="preserve">   </w:t>
    </w:r>
    <w:r w:rsidR="000014A9" w:rsidRPr="000014A9">
      <w:rPr>
        <w:rFonts w:ascii="Arial" w:hAnsi="Arial" w:cs="Arial"/>
        <w:sz w:val="20"/>
        <w:szCs w:val="20"/>
        <w:vertAlign w:val="superscript"/>
        <w:lang w:val="fr-CH"/>
      </w:rPr>
      <w:t>5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Catégorie: Z = approbation, texte d’explication facultatif / A = refus avec justification / V = report à la prochaine révision avec justification / D = discussion au G</w:t>
    </w:r>
    <w:r w:rsidR="00C76A31">
      <w:rPr>
        <w:rFonts w:ascii="Arial" w:hAnsi="Arial" w:cs="Arial"/>
        <w:sz w:val="20"/>
        <w:szCs w:val="20"/>
        <w:lang w:val="fr-CH"/>
      </w:rPr>
      <w:t>P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pour décision Z / A / V</w:t>
    </w:r>
  </w:p>
  <w:p w14:paraId="78B9ED5C" w14:textId="77777777" w:rsidR="0039750C" w:rsidRPr="00AC56C1" w:rsidRDefault="0039750C" w:rsidP="00F31775">
    <w:pPr>
      <w:tabs>
        <w:tab w:val="left" w:pos="10065"/>
      </w:tabs>
      <w:spacing w:after="0"/>
      <w:rPr>
        <w:rFonts w:ascii="Arial" w:hAnsi="Arial" w:cs="Arial"/>
        <w:sz w:val="8"/>
        <w:szCs w:val="8"/>
        <w:lang w:val="fr-CH"/>
      </w:rPr>
    </w:pPr>
  </w:p>
  <w:p w14:paraId="0FD3E939" w14:textId="77777777" w:rsidR="00BC7320" w:rsidRPr="00AC56C1" w:rsidRDefault="00BC7320" w:rsidP="00D606B2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lang w:val="fr-CH"/>
      </w:rPr>
      <w:tab/>
    </w:r>
    <w:r w:rsidR="00451D01">
      <w:rPr>
        <w:rFonts w:ascii="Arial" w:hAnsi="Arial" w:cs="Arial"/>
        <w:sz w:val="20"/>
        <w:szCs w:val="20"/>
        <w:lang w:val="fr-CH"/>
      </w:rPr>
      <w:t>P</w:t>
    </w:r>
    <w:r w:rsidR="00DA2A33">
      <w:rPr>
        <w:rFonts w:ascii="Arial" w:hAnsi="Arial" w:cs="Arial"/>
        <w:sz w:val="20"/>
        <w:szCs w:val="20"/>
        <w:lang w:val="fr-CH"/>
      </w:rPr>
      <w:t>age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PAGE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  <w:r w:rsidRPr="00AC56C1">
      <w:rPr>
        <w:rFonts w:ascii="Arial" w:hAnsi="Arial" w:cs="Arial"/>
        <w:sz w:val="20"/>
        <w:szCs w:val="20"/>
        <w:lang w:val="fr-CH"/>
      </w:rPr>
      <w:t>/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NUMPAGES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5DC7A" w14:textId="77777777" w:rsidR="00C33B97" w:rsidRDefault="00C33B97" w:rsidP="00730E4A">
      <w:pPr>
        <w:pStyle w:val="Textkrper2"/>
      </w:pPr>
      <w:r>
        <w:separator/>
      </w:r>
    </w:p>
  </w:footnote>
  <w:footnote w:type="continuationSeparator" w:id="0">
    <w:p w14:paraId="406F7118" w14:textId="77777777" w:rsidR="00C33B97" w:rsidRDefault="00C33B97" w:rsidP="00730E4A">
      <w:pPr>
        <w:pStyle w:val="Textkrper2"/>
      </w:pPr>
      <w:r>
        <w:continuationSeparator/>
      </w:r>
    </w:p>
  </w:footnote>
  <w:footnote w:type="continuationNotice" w:id="1">
    <w:p w14:paraId="0C81934F" w14:textId="77777777" w:rsidR="00C33B97" w:rsidRDefault="00C33B9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095F6" w14:textId="77777777" w:rsidR="00BC7320" w:rsidRPr="00AC56C1" w:rsidRDefault="0050782F" w:rsidP="00C57637">
    <w:pPr>
      <w:tabs>
        <w:tab w:val="right" w:pos="11700"/>
      </w:tabs>
      <w:spacing w:after="0"/>
      <w:rPr>
        <w:rFonts w:ascii="Arial" w:hAnsi="Arial" w:cs="Arial"/>
        <w:b/>
        <w:szCs w:val="22"/>
        <w:lang w:val="fr-CH"/>
      </w:rPr>
    </w:pPr>
    <w:r w:rsidRPr="00AC56C1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9504" behindDoc="1" locked="0" layoutInCell="1" allowOverlap="1" wp14:anchorId="41B955EB" wp14:editId="7E21F62E">
          <wp:simplePos x="0" y="0"/>
          <wp:positionH relativeFrom="column">
            <wp:posOffset>6779895</wp:posOffset>
          </wp:positionH>
          <wp:positionV relativeFrom="paragraph">
            <wp:posOffset>22225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8589"/>
              <wp:lineTo x="0" y="20996"/>
              <wp:lineTo x="16780" y="20996"/>
              <wp:lineTo x="19018" y="20996"/>
              <wp:lineTo x="21395" y="20996"/>
              <wp:lineTo x="21395" y="954"/>
              <wp:lineTo x="6293" y="0"/>
              <wp:lineTo x="5314" y="0"/>
            </wp:wrapPolygon>
          </wp:wrapTight>
          <wp:docPr id="3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7320" w:rsidRPr="00AC56C1">
      <w:rPr>
        <w:rFonts w:ascii="Arial" w:hAnsi="Arial" w:cs="Arial"/>
        <w:b/>
        <w:szCs w:val="22"/>
        <w:lang w:val="fr-CH"/>
      </w:rPr>
      <w:t>RTE</w:t>
    </w:r>
    <w:r w:rsidR="00BC7320" w:rsidRPr="00AC56C1">
      <w:rPr>
        <w:rFonts w:ascii="Arial" w:hAnsi="Arial" w:cs="Arial"/>
        <w:b/>
        <w:noProof/>
        <w:szCs w:val="22"/>
        <w:lang w:val="fr-CH" w:eastAsia="de-CH"/>
      </w:rPr>
      <w:t xml:space="preserve"> – </w:t>
    </w:r>
    <w:r w:rsidR="00AC56C1" w:rsidRPr="00AC56C1">
      <w:rPr>
        <w:rFonts w:ascii="Arial" w:hAnsi="Arial" w:cs="Arial"/>
        <w:b/>
        <w:noProof/>
        <w:szCs w:val="22"/>
        <w:lang w:val="fr-CH" w:eastAsia="de-CH"/>
      </w:rPr>
      <w:t>Ouvrage de référence en matière de technique ferroviaire</w:t>
    </w:r>
  </w:p>
  <w:p w14:paraId="5975DFB3" w14:textId="77777777" w:rsidR="00BC7320" w:rsidRPr="00AC56C1" w:rsidRDefault="00BC7320" w:rsidP="00C57637">
    <w:pPr>
      <w:tabs>
        <w:tab w:val="right" w:pos="11700"/>
      </w:tabs>
      <w:spacing w:after="0"/>
      <w:rPr>
        <w:rFonts w:ascii="Arial" w:hAnsi="Arial" w:cs="Arial"/>
        <w:sz w:val="12"/>
        <w:szCs w:val="12"/>
        <w:lang w:val="fr-CH"/>
      </w:rPr>
    </w:pPr>
  </w:p>
  <w:p w14:paraId="1A13ADFF" w14:textId="0129741F" w:rsidR="009B6D26" w:rsidRPr="004A249D" w:rsidRDefault="00AC56C1" w:rsidP="009B6D26">
    <w:pPr>
      <w:tabs>
        <w:tab w:val="left" w:pos="1297"/>
      </w:tabs>
      <w:spacing w:after="0"/>
      <w:rPr>
        <w:rFonts w:ascii="Arial" w:hAnsi="Arial" w:cs="Arial"/>
        <w:b/>
        <w:szCs w:val="22"/>
        <w:vertAlign w:val="superscript"/>
        <w:lang w:val="fr-CH"/>
      </w:rPr>
    </w:pPr>
    <w:r w:rsidRPr="00C33B97">
      <w:rPr>
        <w:rFonts w:ascii="Arial" w:hAnsi="Arial" w:cs="Arial"/>
        <w:b/>
        <w:szCs w:val="22"/>
        <w:lang w:val="fr-CH"/>
      </w:rPr>
      <w:t xml:space="preserve">Propositions relatives </w:t>
    </w:r>
    <w:sdt>
      <w:sdtPr>
        <w:rPr>
          <w:rFonts w:ascii="Arial" w:hAnsi="Arial" w:cs="Arial"/>
          <w:b/>
          <w:szCs w:val="22"/>
          <w:lang w:val="fr-CH"/>
        </w:rPr>
        <w:id w:val="-588463357"/>
        <w:lock w:val="sdtLocked"/>
        <w:placeholder>
          <w:docPart w:val="6013E107583342B5BA24E9B2E51DD123"/>
        </w:placeholder>
        <w:dropDownList>
          <w:listItem w:value="Wählen Sie ein Element aus."/>
          <w:listItem w:displayText="à la lecture unique" w:value="à la lecture unique"/>
          <w:listItem w:displayText="à la 1re lecture" w:value="à la 1re lecture"/>
          <w:listItem w:displayText="à la 2e lecture" w:value="à la 2e lecture"/>
          <w:listItem w:displayText="à la Révision" w:value="à la Révision"/>
        </w:dropDownList>
      </w:sdtPr>
      <w:sdtEndPr/>
      <w:sdtContent>
        <w:r w:rsidR="00C33B97" w:rsidRPr="00C33B97">
          <w:rPr>
            <w:rFonts w:ascii="Arial" w:hAnsi="Arial" w:cs="Arial"/>
            <w:b/>
            <w:szCs w:val="22"/>
            <w:lang w:val="fr-CH"/>
          </w:rPr>
          <w:t>à la lecture unique</w:t>
        </w:r>
      </w:sdtContent>
    </w:sdt>
    <w:r w:rsidR="002D7FC2" w:rsidRPr="00C33B97">
      <w:rPr>
        <w:rFonts w:ascii="Arial" w:hAnsi="Arial" w:cs="Arial"/>
        <w:b/>
        <w:szCs w:val="22"/>
        <w:lang w:val="fr-CH"/>
      </w:rPr>
      <w:t xml:space="preserve"> </w:t>
    </w:r>
    <w:r w:rsidR="009B6D26" w:rsidRPr="00C33B97">
      <w:rPr>
        <w:rFonts w:ascii="Arial" w:hAnsi="Arial" w:cs="Arial"/>
        <w:b/>
        <w:szCs w:val="22"/>
        <w:lang w:val="fr-CH"/>
      </w:rPr>
      <w:t xml:space="preserve">du </w:t>
    </w:r>
    <w:r w:rsidR="00C33B97">
      <w:rPr>
        <w:rFonts w:ascii="Arial" w:hAnsi="Arial" w:cs="Arial"/>
        <w:b/>
        <w:szCs w:val="22"/>
        <w:lang w:val="fr-CH"/>
      </w:rPr>
      <w:t>D RTE 25</w:t>
    </w:r>
    <w:r w:rsidR="004A249D">
      <w:rPr>
        <w:rFonts w:ascii="Arial" w:hAnsi="Arial" w:cs="Arial"/>
        <w:b/>
        <w:szCs w:val="22"/>
        <w:lang w:val="fr-CH"/>
      </w:rPr>
      <w:t>096</w:t>
    </w:r>
    <w:r w:rsidR="00FF4C5D" w:rsidRPr="00C33B97">
      <w:rPr>
        <w:rFonts w:ascii="Arial" w:hAnsi="Arial" w:cs="Arial"/>
        <w:b/>
        <w:szCs w:val="22"/>
        <w:lang w:val="fr-CH"/>
      </w:rPr>
      <w:t xml:space="preserve"> </w:t>
    </w:r>
    <w:r w:rsidR="004A249D">
      <w:rPr>
        <w:rFonts w:ascii="Arial" w:hAnsi="Arial" w:cs="Arial"/>
        <w:b/>
        <w:szCs w:val="22"/>
        <w:lang w:val="fr-CH"/>
      </w:rPr>
      <w:t>1</w:t>
    </w:r>
    <w:r w:rsidR="004A249D">
      <w:rPr>
        <w:rFonts w:ascii="Arial" w:hAnsi="Arial" w:cs="Arial"/>
        <w:b/>
        <w:szCs w:val="22"/>
        <w:vertAlign w:val="superscript"/>
        <w:lang w:val="fr-CH"/>
      </w:rPr>
      <w:t>re</w:t>
    </w:r>
    <w:r w:rsidR="00561615" w:rsidRPr="00C33B97">
      <w:rPr>
        <w:rFonts w:ascii="Arial" w:hAnsi="Arial" w:cs="Arial"/>
        <w:b/>
        <w:szCs w:val="22"/>
        <w:lang w:val="fr-CH"/>
      </w:rPr>
      <w:t xml:space="preserve"> </w:t>
    </w:r>
    <w:r w:rsidR="009B6D26" w:rsidRPr="00C33B97">
      <w:rPr>
        <w:rFonts w:ascii="Arial" w:hAnsi="Arial" w:cs="Arial"/>
        <w:b/>
        <w:szCs w:val="22"/>
        <w:lang w:val="fr-CH"/>
      </w:rPr>
      <w:t>édition</w:t>
    </w:r>
  </w:p>
  <w:p w14:paraId="0006CC8F" w14:textId="39E11996" w:rsidR="00BC7320" w:rsidRPr="004A249D" w:rsidRDefault="009B6D26" w:rsidP="009B6D26">
    <w:pPr>
      <w:tabs>
        <w:tab w:val="right" w:pos="11700"/>
      </w:tabs>
      <w:spacing w:after="0"/>
      <w:rPr>
        <w:rFonts w:ascii="Arial" w:hAnsi="Arial" w:cs="Arial"/>
        <w:szCs w:val="22"/>
      </w:rPr>
    </w:pPr>
    <w:r w:rsidRPr="004A249D">
      <w:rPr>
        <w:rFonts w:ascii="Arial" w:hAnsi="Arial" w:cs="Arial"/>
        <w:szCs w:val="22"/>
      </w:rPr>
      <w:t>«</w:t>
    </w:r>
    <w:r w:rsidR="004A249D" w:rsidRPr="004A249D">
      <w:rPr>
        <w:rFonts w:ascii="Arial" w:hAnsi="Arial" w:cs="Arial"/>
        <w:szCs w:val="22"/>
      </w:rPr>
      <w:t>Planungsprozess Sicherungsanlagen</w:t>
    </w:r>
    <w:r w:rsidRPr="004A249D">
      <w:rPr>
        <w:rFonts w:ascii="Arial" w:hAnsi="Arial" w:cs="Arial"/>
        <w:szCs w:val="22"/>
      </w:rPr>
      <w:t>»</w:t>
    </w:r>
  </w:p>
  <w:p w14:paraId="1FE230EA" w14:textId="77777777" w:rsidR="00C5018F" w:rsidRPr="004A249D" w:rsidRDefault="00C5018F" w:rsidP="00C5018F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437B45DE" w14:textId="77777777" w:rsidR="00BC7320" w:rsidRPr="004A249D" w:rsidRDefault="00AA767D" w:rsidP="00C5018F">
    <w:pPr>
      <w:tabs>
        <w:tab w:val="left" w:pos="1297"/>
        <w:tab w:val="right" w:pos="15309"/>
      </w:tabs>
      <w:spacing w:after="0"/>
      <w:rPr>
        <w:rFonts w:ascii="Arial" w:hAnsi="Arial" w:cs="Arial"/>
        <w:szCs w:val="22"/>
      </w:rPr>
    </w:pPr>
    <w:r w:rsidRPr="004A249D">
      <w:rPr>
        <w:rFonts w:ascii="Arial" w:hAnsi="Arial" w:cs="Arial"/>
        <w:szCs w:val="22"/>
      </w:rPr>
      <w:tab/>
    </w:r>
    <w:r w:rsidR="00A8655D" w:rsidRPr="004A249D">
      <w:rPr>
        <w:rFonts w:ascii="Arial" w:hAnsi="Arial" w:cs="Arial"/>
        <w:szCs w:val="22"/>
      </w:rPr>
      <w:tab/>
    </w:r>
    <w:r w:rsidR="00030882" w:rsidRPr="004A249D">
      <w:rPr>
        <w:rFonts w:ascii="Arial" w:hAnsi="Arial" w:cs="Arial"/>
        <w:szCs w:val="22"/>
      </w:rPr>
      <w:t>État</w:t>
    </w:r>
    <w:r w:rsidR="00A8655D" w:rsidRPr="004A249D">
      <w:rPr>
        <w:rFonts w:ascii="Arial" w:hAnsi="Arial" w:cs="Arial"/>
        <w:szCs w:val="22"/>
      </w:rPr>
      <w:t xml:space="preserve">: </w:t>
    </w:r>
    <w:sdt>
      <w:sdtPr>
        <w:rPr>
          <w:rFonts w:ascii="Arial" w:hAnsi="Arial" w:cs="Arial"/>
          <w:szCs w:val="22"/>
        </w:rPr>
        <w:id w:val="350765488"/>
        <w:placeholder>
          <w:docPart w:val="469C03144EFB496DBF2DEFD05AEFEE71"/>
        </w:placeholder>
        <w:temporary/>
        <w:showingPlcHdr/>
        <w:date>
          <w:dateFormat w:val="dd.MM.yyyy"/>
          <w:lid w:val="fr-CH"/>
          <w:storeMappedDataAs w:val="dateTime"/>
          <w:calendar w:val="gregorian"/>
        </w:date>
      </w:sdtPr>
      <w:sdtEndPr/>
      <w:sdtContent>
        <w:r w:rsidR="00063E7D" w:rsidRPr="004A249D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8E2BF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77EE2C6F" wp14:editId="072B838E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85255"/>
    <w:multiLevelType w:val="hybridMultilevel"/>
    <w:tmpl w:val="0A641F4A"/>
    <w:lvl w:ilvl="0" w:tplc="AF386AA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CB252EC"/>
    <w:multiLevelType w:val="hybridMultilevel"/>
    <w:tmpl w:val="C3A8A79E"/>
    <w:lvl w:ilvl="0" w:tplc="2C46C372">
      <w:start w:val="1"/>
      <w:numFmt w:val="bullet"/>
      <w:pStyle w:val="StandardtextRTEAufzhlung1Eben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693574"/>
    <w:multiLevelType w:val="hybridMultilevel"/>
    <w:tmpl w:val="CE669536"/>
    <w:lvl w:ilvl="0" w:tplc="D57C6E8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566146">
    <w:abstractNumId w:val="6"/>
  </w:num>
  <w:num w:numId="2" w16cid:durableId="911085710">
    <w:abstractNumId w:val="2"/>
  </w:num>
  <w:num w:numId="3" w16cid:durableId="1447192262">
    <w:abstractNumId w:val="1"/>
  </w:num>
  <w:num w:numId="4" w16cid:durableId="1626351683">
    <w:abstractNumId w:val="5"/>
  </w:num>
  <w:num w:numId="5" w16cid:durableId="489491131">
    <w:abstractNumId w:val="3"/>
  </w:num>
  <w:num w:numId="6" w16cid:durableId="1434980399">
    <w:abstractNumId w:val="8"/>
  </w:num>
  <w:num w:numId="7" w16cid:durableId="172457264">
    <w:abstractNumId w:val="4"/>
  </w:num>
  <w:num w:numId="8" w16cid:durableId="1886985578">
    <w:abstractNumId w:val="0"/>
  </w:num>
  <w:num w:numId="9" w16cid:durableId="623657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0"/>
  <w:activeWritingStyle w:appName="MSWord" w:lang="fr-CH" w:vendorID="64" w:dllVersion="0" w:nlCheck="1" w:checkStyle="0"/>
  <w:activeWritingStyle w:appName="MSWord" w:lang="de-CH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B97"/>
    <w:rsid w:val="000014A9"/>
    <w:rsid w:val="000124A7"/>
    <w:rsid w:val="000167D0"/>
    <w:rsid w:val="00023763"/>
    <w:rsid w:val="00024B1C"/>
    <w:rsid w:val="00027AC4"/>
    <w:rsid w:val="00030882"/>
    <w:rsid w:val="000343ED"/>
    <w:rsid w:val="000474BD"/>
    <w:rsid w:val="000532B7"/>
    <w:rsid w:val="000534E4"/>
    <w:rsid w:val="0006252D"/>
    <w:rsid w:val="00063E7D"/>
    <w:rsid w:val="00067139"/>
    <w:rsid w:val="000722D3"/>
    <w:rsid w:val="0007468F"/>
    <w:rsid w:val="000A367E"/>
    <w:rsid w:val="000A423C"/>
    <w:rsid w:val="000A6F18"/>
    <w:rsid w:val="000B4EED"/>
    <w:rsid w:val="000B78FA"/>
    <w:rsid w:val="000C039F"/>
    <w:rsid w:val="000C08AB"/>
    <w:rsid w:val="000C6C29"/>
    <w:rsid w:val="000D3EAC"/>
    <w:rsid w:val="000F09A9"/>
    <w:rsid w:val="000F44FF"/>
    <w:rsid w:val="0010515C"/>
    <w:rsid w:val="00110F8C"/>
    <w:rsid w:val="00112172"/>
    <w:rsid w:val="001136FA"/>
    <w:rsid w:val="0011496A"/>
    <w:rsid w:val="0015709E"/>
    <w:rsid w:val="00175B7C"/>
    <w:rsid w:val="00175CE9"/>
    <w:rsid w:val="00182292"/>
    <w:rsid w:val="0018715A"/>
    <w:rsid w:val="001913C9"/>
    <w:rsid w:val="001A6136"/>
    <w:rsid w:val="001A6B5E"/>
    <w:rsid w:val="001B26E0"/>
    <w:rsid w:val="001E1716"/>
    <w:rsid w:val="001E2049"/>
    <w:rsid w:val="001E28B9"/>
    <w:rsid w:val="002110AB"/>
    <w:rsid w:val="002353D7"/>
    <w:rsid w:val="00246715"/>
    <w:rsid w:val="002473B8"/>
    <w:rsid w:val="0024792E"/>
    <w:rsid w:val="0027004B"/>
    <w:rsid w:val="0028057C"/>
    <w:rsid w:val="002A00C3"/>
    <w:rsid w:val="002B0702"/>
    <w:rsid w:val="002C1048"/>
    <w:rsid w:val="002C18C8"/>
    <w:rsid w:val="002C2B11"/>
    <w:rsid w:val="002D1752"/>
    <w:rsid w:val="002D7FC2"/>
    <w:rsid w:val="002E4F3E"/>
    <w:rsid w:val="002E678E"/>
    <w:rsid w:val="002F07F7"/>
    <w:rsid w:val="002F0988"/>
    <w:rsid w:val="002F4AB0"/>
    <w:rsid w:val="0030562C"/>
    <w:rsid w:val="0031131E"/>
    <w:rsid w:val="00311BEE"/>
    <w:rsid w:val="00317AC6"/>
    <w:rsid w:val="00321194"/>
    <w:rsid w:val="003239AE"/>
    <w:rsid w:val="00324895"/>
    <w:rsid w:val="003326DF"/>
    <w:rsid w:val="0034570E"/>
    <w:rsid w:val="00364FAF"/>
    <w:rsid w:val="003706F1"/>
    <w:rsid w:val="00374EB1"/>
    <w:rsid w:val="003931EB"/>
    <w:rsid w:val="0039750C"/>
    <w:rsid w:val="003B3DA9"/>
    <w:rsid w:val="003B6D97"/>
    <w:rsid w:val="003C1455"/>
    <w:rsid w:val="003C198A"/>
    <w:rsid w:val="003C32A6"/>
    <w:rsid w:val="003C7F09"/>
    <w:rsid w:val="003E503C"/>
    <w:rsid w:val="003F2FA0"/>
    <w:rsid w:val="003F78BF"/>
    <w:rsid w:val="004037BC"/>
    <w:rsid w:val="00415B25"/>
    <w:rsid w:val="0041767E"/>
    <w:rsid w:val="0044330E"/>
    <w:rsid w:val="00445BB8"/>
    <w:rsid w:val="00451D01"/>
    <w:rsid w:val="004523E5"/>
    <w:rsid w:val="00457865"/>
    <w:rsid w:val="004671D9"/>
    <w:rsid w:val="004816A3"/>
    <w:rsid w:val="00485FA4"/>
    <w:rsid w:val="0049040C"/>
    <w:rsid w:val="00493D84"/>
    <w:rsid w:val="00495BAF"/>
    <w:rsid w:val="004A249D"/>
    <w:rsid w:val="004A4A8F"/>
    <w:rsid w:val="004A7958"/>
    <w:rsid w:val="004B708C"/>
    <w:rsid w:val="004C394C"/>
    <w:rsid w:val="004E7782"/>
    <w:rsid w:val="004F2C18"/>
    <w:rsid w:val="004F500A"/>
    <w:rsid w:val="004F5410"/>
    <w:rsid w:val="004F5ED1"/>
    <w:rsid w:val="004F5F81"/>
    <w:rsid w:val="00507363"/>
    <w:rsid w:val="0050782F"/>
    <w:rsid w:val="00515066"/>
    <w:rsid w:val="00523595"/>
    <w:rsid w:val="00530D3B"/>
    <w:rsid w:val="00535511"/>
    <w:rsid w:val="00537113"/>
    <w:rsid w:val="00543E4A"/>
    <w:rsid w:val="005456E7"/>
    <w:rsid w:val="00552BD5"/>
    <w:rsid w:val="00561615"/>
    <w:rsid w:val="00586443"/>
    <w:rsid w:val="00586F8D"/>
    <w:rsid w:val="0059509B"/>
    <w:rsid w:val="005956AC"/>
    <w:rsid w:val="00596FFE"/>
    <w:rsid w:val="005A0EC3"/>
    <w:rsid w:val="005A6A64"/>
    <w:rsid w:val="005B254D"/>
    <w:rsid w:val="005C3EF5"/>
    <w:rsid w:val="005D2D79"/>
    <w:rsid w:val="00603486"/>
    <w:rsid w:val="00606C77"/>
    <w:rsid w:val="0061115C"/>
    <w:rsid w:val="0062598C"/>
    <w:rsid w:val="00670D5E"/>
    <w:rsid w:val="006839DD"/>
    <w:rsid w:val="006979AD"/>
    <w:rsid w:val="006D42B1"/>
    <w:rsid w:val="006E34E3"/>
    <w:rsid w:val="006F3185"/>
    <w:rsid w:val="006F768E"/>
    <w:rsid w:val="007063E2"/>
    <w:rsid w:val="00713E97"/>
    <w:rsid w:val="00714CC9"/>
    <w:rsid w:val="00723042"/>
    <w:rsid w:val="00730E4A"/>
    <w:rsid w:val="00732B0F"/>
    <w:rsid w:val="007336E2"/>
    <w:rsid w:val="007365CE"/>
    <w:rsid w:val="00752FE3"/>
    <w:rsid w:val="00757CFC"/>
    <w:rsid w:val="00782FDD"/>
    <w:rsid w:val="00785418"/>
    <w:rsid w:val="007B26F3"/>
    <w:rsid w:val="007B3F57"/>
    <w:rsid w:val="007D40FD"/>
    <w:rsid w:val="007D421B"/>
    <w:rsid w:val="007D64B3"/>
    <w:rsid w:val="007D7184"/>
    <w:rsid w:val="00842E14"/>
    <w:rsid w:val="0084455E"/>
    <w:rsid w:val="00847A8A"/>
    <w:rsid w:val="00850142"/>
    <w:rsid w:val="00865D0E"/>
    <w:rsid w:val="0086788D"/>
    <w:rsid w:val="0088478A"/>
    <w:rsid w:val="0089065F"/>
    <w:rsid w:val="008A52A2"/>
    <w:rsid w:val="008A6CAB"/>
    <w:rsid w:val="008C1516"/>
    <w:rsid w:val="008C1EB5"/>
    <w:rsid w:val="008D4CFF"/>
    <w:rsid w:val="008E45C6"/>
    <w:rsid w:val="008F12BB"/>
    <w:rsid w:val="00906098"/>
    <w:rsid w:val="00907656"/>
    <w:rsid w:val="00907F31"/>
    <w:rsid w:val="0091667F"/>
    <w:rsid w:val="009171C3"/>
    <w:rsid w:val="00923430"/>
    <w:rsid w:val="00943593"/>
    <w:rsid w:val="00947847"/>
    <w:rsid w:val="00950BDA"/>
    <w:rsid w:val="00963F12"/>
    <w:rsid w:val="009655B2"/>
    <w:rsid w:val="009812D3"/>
    <w:rsid w:val="009819B7"/>
    <w:rsid w:val="00982C22"/>
    <w:rsid w:val="00984869"/>
    <w:rsid w:val="009862CB"/>
    <w:rsid w:val="009907C7"/>
    <w:rsid w:val="009948C2"/>
    <w:rsid w:val="009A7879"/>
    <w:rsid w:val="009B177A"/>
    <w:rsid w:val="009B452D"/>
    <w:rsid w:val="009B6D26"/>
    <w:rsid w:val="009C410D"/>
    <w:rsid w:val="009C7878"/>
    <w:rsid w:val="009E70A3"/>
    <w:rsid w:val="009F0E73"/>
    <w:rsid w:val="00A1126E"/>
    <w:rsid w:val="00A338B4"/>
    <w:rsid w:val="00A36B75"/>
    <w:rsid w:val="00A37A00"/>
    <w:rsid w:val="00A41007"/>
    <w:rsid w:val="00A446E6"/>
    <w:rsid w:val="00A4795A"/>
    <w:rsid w:val="00A541D7"/>
    <w:rsid w:val="00A615D1"/>
    <w:rsid w:val="00A8655D"/>
    <w:rsid w:val="00A879EE"/>
    <w:rsid w:val="00AA232D"/>
    <w:rsid w:val="00AA6937"/>
    <w:rsid w:val="00AA7152"/>
    <w:rsid w:val="00AA767D"/>
    <w:rsid w:val="00AC56C1"/>
    <w:rsid w:val="00AC68AC"/>
    <w:rsid w:val="00B00F00"/>
    <w:rsid w:val="00B052FA"/>
    <w:rsid w:val="00B14AF2"/>
    <w:rsid w:val="00B37B3B"/>
    <w:rsid w:val="00B43816"/>
    <w:rsid w:val="00B475B7"/>
    <w:rsid w:val="00B6157E"/>
    <w:rsid w:val="00B770E4"/>
    <w:rsid w:val="00B8143B"/>
    <w:rsid w:val="00B9433E"/>
    <w:rsid w:val="00B96130"/>
    <w:rsid w:val="00B97133"/>
    <w:rsid w:val="00BA60A6"/>
    <w:rsid w:val="00BB4C49"/>
    <w:rsid w:val="00BC2B5B"/>
    <w:rsid w:val="00BC669E"/>
    <w:rsid w:val="00BC7320"/>
    <w:rsid w:val="00BC74F6"/>
    <w:rsid w:val="00BE2407"/>
    <w:rsid w:val="00BF37C3"/>
    <w:rsid w:val="00C025FD"/>
    <w:rsid w:val="00C0389B"/>
    <w:rsid w:val="00C16324"/>
    <w:rsid w:val="00C212A5"/>
    <w:rsid w:val="00C26B74"/>
    <w:rsid w:val="00C31ABF"/>
    <w:rsid w:val="00C33B97"/>
    <w:rsid w:val="00C4031B"/>
    <w:rsid w:val="00C5018F"/>
    <w:rsid w:val="00C56BE7"/>
    <w:rsid w:val="00C57637"/>
    <w:rsid w:val="00C67C5B"/>
    <w:rsid w:val="00C726ED"/>
    <w:rsid w:val="00C76A31"/>
    <w:rsid w:val="00C829A7"/>
    <w:rsid w:val="00C85001"/>
    <w:rsid w:val="00C93288"/>
    <w:rsid w:val="00C979EB"/>
    <w:rsid w:val="00CB6C69"/>
    <w:rsid w:val="00CC361F"/>
    <w:rsid w:val="00CC4C54"/>
    <w:rsid w:val="00CD110C"/>
    <w:rsid w:val="00CD4A71"/>
    <w:rsid w:val="00CD6A9A"/>
    <w:rsid w:val="00D102DA"/>
    <w:rsid w:val="00D113F3"/>
    <w:rsid w:val="00D14B41"/>
    <w:rsid w:val="00D21E00"/>
    <w:rsid w:val="00D335F7"/>
    <w:rsid w:val="00D351C4"/>
    <w:rsid w:val="00D36756"/>
    <w:rsid w:val="00D42E68"/>
    <w:rsid w:val="00D4485A"/>
    <w:rsid w:val="00D606B2"/>
    <w:rsid w:val="00D60AEF"/>
    <w:rsid w:val="00D60B2E"/>
    <w:rsid w:val="00D7106C"/>
    <w:rsid w:val="00D82727"/>
    <w:rsid w:val="00DA0D30"/>
    <w:rsid w:val="00DA2477"/>
    <w:rsid w:val="00DA2A33"/>
    <w:rsid w:val="00DA72E3"/>
    <w:rsid w:val="00DB4DD2"/>
    <w:rsid w:val="00DB6BBA"/>
    <w:rsid w:val="00DC3BDA"/>
    <w:rsid w:val="00DE23A4"/>
    <w:rsid w:val="00DE6314"/>
    <w:rsid w:val="00DF2F1E"/>
    <w:rsid w:val="00E33F56"/>
    <w:rsid w:val="00E34CC6"/>
    <w:rsid w:val="00E35F00"/>
    <w:rsid w:val="00E44051"/>
    <w:rsid w:val="00E4496E"/>
    <w:rsid w:val="00E60964"/>
    <w:rsid w:val="00E625C7"/>
    <w:rsid w:val="00E663CC"/>
    <w:rsid w:val="00E7124C"/>
    <w:rsid w:val="00E80818"/>
    <w:rsid w:val="00E82E03"/>
    <w:rsid w:val="00E86D66"/>
    <w:rsid w:val="00E87A78"/>
    <w:rsid w:val="00EA4CC3"/>
    <w:rsid w:val="00EA6FD7"/>
    <w:rsid w:val="00EB44B1"/>
    <w:rsid w:val="00EB5D53"/>
    <w:rsid w:val="00EC1ABC"/>
    <w:rsid w:val="00EC1C10"/>
    <w:rsid w:val="00EC7439"/>
    <w:rsid w:val="00ED511F"/>
    <w:rsid w:val="00EE192D"/>
    <w:rsid w:val="00EF36B2"/>
    <w:rsid w:val="00F0437A"/>
    <w:rsid w:val="00F10A52"/>
    <w:rsid w:val="00F1279B"/>
    <w:rsid w:val="00F1667A"/>
    <w:rsid w:val="00F166F7"/>
    <w:rsid w:val="00F31775"/>
    <w:rsid w:val="00F3301D"/>
    <w:rsid w:val="00F40068"/>
    <w:rsid w:val="00F405E1"/>
    <w:rsid w:val="00F708D1"/>
    <w:rsid w:val="00F82924"/>
    <w:rsid w:val="00F9239B"/>
    <w:rsid w:val="00F940F7"/>
    <w:rsid w:val="00F9475E"/>
    <w:rsid w:val="00F96886"/>
    <w:rsid w:val="00F97D58"/>
    <w:rsid w:val="00F97F65"/>
    <w:rsid w:val="00FA026F"/>
    <w:rsid w:val="00FB0A67"/>
    <w:rsid w:val="00FC44EB"/>
    <w:rsid w:val="00FC71CF"/>
    <w:rsid w:val="00FD2A44"/>
    <w:rsid w:val="00FE0810"/>
    <w:rsid w:val="00FE1613"/>
    <w:rsid w:val="00FF244D"/>
    <w:rsid w:val="00FF2A47"/>
    <w:rsid w:val="00F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D4A71B"/>
  <w15:docId w15:val="{D43D62F6-90F0-4FEE-8561-8F538A439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table" w:styleId="Tabellenraster">
    <w:name w:val="Table Grid"/>
    <w:basedOn w:val="NormaleTabelle"/>
    <w:rsid w:val="00F94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BE2407"/>
    <w:pPr>
      <w:ind w:left="720"/>
    </w:pPr>
    <w:rPr>
      <w:rFonts w:cs="Arial Narrow"/>
      <w:szCs w:val="22"/>
    </w:rPr>
  </w:style>
  <w:style w:type="paragraph" w:customStyle="1" w:styleId="StandardtextRTEAufzhlung1Ebene">
    <w:name w:val="Standardtext RTE Aufzählung 1. Ebene"/>
    <w:uiPriority w:val="10"/>
    <w:qFormat/>
    <w:rsid w:val="00CC361F"/>
    <w:pPr>
      <w:numPr>
        <w:numId w:val="7"/>
      </w:numPr>
      <w:spacing w:after="200" w:line="240" w:lineRule="atLeast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8E45C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E45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E45C6"/>
    <w:rPr>
      <w:rFonts w:ascii="Arial Narrow" w:hAnsi="Arial Narrow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E45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E45C6"/>
    <w:rPr>
      <w:rFonts w:ascii="Arial Narrow" w:hAnsi="Arial Narrow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ole.Reinhard\ASP%20VOEV\AGr%20RTE-B&#252;ro%20V&#246;V%20%5bExtranet%5d%20-%20General\06_Vorlagen\03_Lesungen_Review\Rueckmeldungen\x-RTE-xxxxx-xLecture-Revision-propositions_Vorlage-2023-0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01C9BFDC5C14FFCA8BCD00C645623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23FB1D-8987-4890-AC81-8A9190705632}"/>
      </w:docPartPr>
      <w:docPartBody>
        <w:p w:rsidR="00764C92" w:rsidRDefault="004169CA" w:rsidP="004169CA">
          <w:pPr>
            <w:pStyle w:val="F01C9BFDC5C14FFCA8BCD00C645623451"/>
          </w:pPr>
          <w:r w:rsidRPr="002E4F3E">
            <w:rPr>
              <w:color w:val="808080"/>
              <w:lang w:val="fr-CH"/>
            </w:rPr>
            <w:t>Abréviation de l’organisation (p. ex. UTP)</w:t>
          </w:r>
        </w:p>
      </w:docPartBody>
    </w:docPart>
    <w:docPart>
      <w:docPartPr>
        <w:name w:val="CC565DA2B54345CC86F363FB3399A4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C1FF68-FA85-4CF7-95BD-BA0F0ED7837C}"/>
      </w:docPartPr>
      <w:docPartBody>
        <w:p w:rsidR="00764C92" w:rsidRDefault="004169CA" w:rsidP="004169CA">
          <w:pPr>
            <w:pStyle w:val="CC565DA2B54345CC86F363FB3399A4A31"/>
          </w:pPr>
          <w:r w:rsidRPr="002E4F3E">
            <w:rPr>
              <w:rStyle w:val="Platzhaltertext"/>
              <w:lang w:val="fr-CH"/>
            </w:rPr>
            <w:t>Entreprise (p. ex. Union des transports publics)</w:t>
          </w:r>
        </w:p>
      </w:docPartBody>
    </w:docPart>
    <w:docPart>
      <w:docPartPr>
        <w:name w:val="ED1EED5341E3494997BC62C8808C1F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ADC854-AFBD-4259-B36B-96FC0DAD85E0}"/>
      </w:docPartPr>
      <w:docPartBody>
        <w:p w:rsidR="00764C92" w:rsidRDefault="004169CA" w:rsidP="004169CA">
          <w:pPr>
            <w:pStyle w:val="ED1EED5341E3494997BC62C8808C1F491"/>
          </w:pPr>
          <w:r w:rsidRPr="002E4F3E">
            <w:rPr>
              <w:rStyle w:val="Platzhaltertext"/>
              <w:lang w:val="fr-CH"/>
            </w:rPr>
            <w:t>Prénom, nom (auteur)</w:t>
          </w:r>
        </w:p>
      </w:docPartBody>
    </w:docPart>
    <w:docPart>
      <w:docPartPr>
        <w:name w:val="3B9693AA5491493AAC6CBDDC63B3B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821333-6A90-4CFE-8B26-BDB47FE0ABAF}"/>
      </w:docPartPr>
      <w:docPartBody>
        <w:p w:rsidR="00764C92" w:rsidRDefault="004169CA" w:rsidP="004169CA">
          <w:pPr>
            <w:pStyle w:val="3B9693AA5491493AAC6CBDDC63B3BA721"/>
          </w:pPr>
          <w:r w:rsidRPr="002E4F3E">
            <w:rPr>
              <w:rStyle w:val="Platzhaltertext"/>
              <w:lang w:val="fr-CH"/>
            </w:rPr>
            <w:t>Adresse e-mail</w:t>
          </w:r>
        </w:p>
      </w:docPartBody>
    </w:docPart>
    <w:docPart>
      <w:docPartPr>
        <w:name w:val="6013E107583342B5BA24E9B2E51DD1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5E834C-47EB-424A-A507-9AD018DD54C7}"/>
      </w:docPartPr>
      <w:docPartBody>
        <w:p w:rsidR="00764C92" w:rsidRDefault="00764C92">
          <w:pPr>
            <w:pStyle w:val="6013E107583342B5BA24E9B2E51DD123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 (p. ex. UTP)</w:t>
          </w:r>
        </w:p>
      </w:docPartBody>
    </w:docPart>
    <w:docPart>
      <w:docPartPr>
        <w:name w:val="9989B025164C4F758AA577B1680C66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C4529C-A50B-4F56-8018-BB621930AA1E}"/>
      </w:docPartPr>
      <w:docPartBody>
        <w:p w:rsidR="00764C92" w:rsidRDefault="004169CA" w:rsidP="004169CA">
          <w:pPr>
            <w:pStyle w:val="9989B025164C4F758AA577B1680C660E1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org.-N</w:t>
          </w:r>
          <w:r w:rsidRPr="002E4F3E">
            <w:rPr>
              <w:color w:val="808080"/>
              <w:vertAlign w:val="superscript"/>
              <w:lang w:val="fr-CH"/>
            </w:rPr>
            <w:t>o</w:t>
          </w:r>
          <w:r w:rsidRPr="002E4F3E">
            <w:rPr>
              <w:color w:val="808080"/>
              <w:lang w:val="fr-CH"/>
            </w:rPr>
            <w:t xml:space="preserve"> (p. ex. UTP-01)</w:t>
          </w:r>
        </w:p>
      </w:docPartBody>
    </w:docPart>
    <w:docPart>
      <w:docPartPr>
        <w:name w:val="9F385F54ACA94C93A388B117D4C10B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CE4B5A-7DD9-4842-A186-CAD9B9065806}"/>
      </w:docPartPr>
      <w:docPartBody>
        <w:p w:rsidR="00764C92" w:rsidRDefault="004169CA" w:rsidP="004169CA">
          <w:pPr>
            <w:pStyle w:val="9F385F54ACA94C93A388B117D4C10BF71"/>
          </w:pPr>
          <w:r w:rsidRPr="000A423C">
            <w:rPr>
              <w:color w:val="808080"/>
              <w:lang w:val="fr-CH"/>
            </w:rPr>
            <w:t>Indiquer seulement le N</w:t>
          </w:r>
          <w:r w:rsidRPr="000A423C">
            <w:rPr>
              <w:color w:val="808080"/>
              <w:vertAlign w:val="superscript"/>
              <w:lang w:val="fr-CH"/>
            </w:rPr>
            <w:t>o</w:t>
          </w:r>
          <w:r w:rsidRPr="000A423C">
            <w:rPr>
              <w:color w:val="808080"/>
              <w:lang w:val="fr-CH"/>
            </w:rPr>
            <w:t xml:space="preserve"> (p. ex. 0/1.2/1.2.3</w:t>
          </w:r>
          <w:r>
            <w:rPr>
              <w:color w:val="808080"/>
              <w:lang w:val="fr-CH"/>
            </w:rPr>
            <w:t>/V1/A3</w:t>
          </w:r>
          <w:r w:rsidRPr="002E4F3E">
            <w:rPr>
              <w:rStyle w:val="Platzhaltertext"/>
              <w:lang w:val="fr-CH"/>
            </w:rPr>
            <w:t>)</w:t>
          </w:r>
        </w:p>
      </w:docPartBody>
    </w:docPart>
    <w:docPart>
      <w:docPartPr>
        <w:name w:val="8A4ED74CD546478F80B46009512E88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CF5496-F1ED-491A-9B97-2ED003B41B96}"/>
      </w:docPartPr>
      <w:docPartBody>
        <w:p w:rsidR="00764C92" w:rsidRDefault="004169CA" w:rsidP="004169CA">
          <w:pPr>
            <w:pStyle w:val="8A4ED74CD546478F80B46009512E88C81"/>
          </w:pPr>
          <w:r w:rsidRPr="002E4F3E">
            <w:rPr>
              <w:rStyle w:val="Platzhaltertext"/>
              <w:lang w:val="fr-CH"/>
            </w:rPr>
            <w:t>Spécifique p. ex. avec paragraphe/général/N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page/N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figure)</w:t>
          </w:r>
        </w:p>
      </w:docPartBody>
    </w:docPart>
    <w:docPart>
      <w:docPartPr>
        <w:name w:val="FD21C4FE955E42DB93E709101E51B8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C0F220-587B-4E02-876A-EDEF59443F89}"/>
      </w:docPartPr>
      <w:docPartBody>
        <w:p w:rsidR="00764C92" w:rsidRDefault="004169CA" w:rsidP="004169CA">
          <w:pPr>
            <w:pStyle w:val="FD21C4FE955E42DB93E709101E51B8371"/>
          </w:pPr>
          <w:r w:rsidRPr="002E4F3E">
            <w:rPr>
              <w:rStyle w:val="Platzhaltertext"/>
              <w:b/>
              <w:bCs/>
              <w:lang w:val="fr-CH"/>
            </w:rPr>
            <w:t xml:space="preserve">T </w:t>
          </w:r>
          <w:r w:rsidRPr="002E4F3E">
            <w:rPr>
              <w:rStyle w:val="Platzhaltertext"/>
              <w:lang w:val="fr-CH"/>
            </w:rPr>
            <w:t xml:space="preserve">pour: Technique/ contenu; </w:t>
          </w:r>
          <w:r w:rsidRPr="002E4F3E">
            <w:rPr>
              <w:rStyle w:val="Platzhaltertext"/>
              <w:b/>
              <w:bCs/>
              <w:lang w:val="fr-CH"/>
            </w:rPr>
            <w:t xml:space="preserve">R </w:t>
          </w:r>
          <w:r w:rsidRPr="002E4F3E">
            <w:rPr>
              <w:rStyle w:val="Platzhaltertext"/>
              <w:lang w:val="fr-CH"/>
            </w:rPr>
            <w:t>pour Rédactionnel, orthographe</w:t>
          </w:r>
        </w:p>
      </w:docPartBody>
    </w:docPart>
    <w:docPart>
      <w:docPartPr>
        <w:name w:val="469C03144EFB496DBF2DEFD05AEFEE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021AF3-39EE-4432-B714-E38EA2DB1614}"/>
      </w:docPartPr>
      <w:docPartBody>
        <w:p w:rsidR="004169CA" w:rsidRDefault="004169CA" w:rsidP="004169CA">
          <w:pPr>
            <w:pStyle w:val="469C03144EFB496DBF2DEFD05AEFEE71"/>
          </w:pPr>
          <w:r w:rsidRPr="004A249D">
            <w:rPr>
              <w:rStyle w:val="Platzhaltertext"/>
            </w:rPr>
            <w:t>Datum einsetzen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C92"/>
    <w:rsid w:val="004169CA"/>
    <w:rsid w:val="00764C92"/>
    <w:rsid w:val="009171C3"/>
    <w:rsid w:val="00D42E68"/>
    <w:rsid w:val="00DA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CH" w:eastAsia="de-CH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01C9BFDC5C14FFCA8BCD00C64562345">
    <w:name w:val="F01C9BFDC5C14FFCA8BCD00C64562345"/>
  </w:style>
  <w:style w:type="character" w:styleId="Platzhaltertext">
    <w:name w:val="Placeholder Text"/>
    <w:basedOn w:val="Absatz-Standardschriftart"/>
    <w:uiPriority w:val="99"/>
    <w:semiHidden/>
    <w:rsid w:val="004169CA"/>
    <w:rPr>
      <w:color w:val="808080"/>
    </w:rPr>
  </w:style>
  <w:style w:type="paragraph" w:customStyle="1" w:styleId="CC565DA2B54345CC86F363FB3399A4A3">
    <w:name w:val="CC565DA2B54345CC86F363FB3399A4A3"/>
  </w:style>
  <w:style w:type="paragraph" w:customStyle="1" w:styleId="ED1EED5341E3494997BC62C8808C1F49">
    <w:name w:val="ED1EED5341E3494997BC62C8808C1F49"/>
  </w:style>
  <w:style w:type="paragraph" w:customStyle="1" w:styleId="3B9693AA5491493AAC6CBDDC63B3BA72">
    <w:name w:val="3B9693AA5491493AAC6CBDDC63B3BA72"/>
  </w:style>
  <w:style w:type="paragraph" w:customStyle="1" w:styleId="6013E107583342B5BA24E9B2E51DD123">
    <w:name w:val="6013E107583342B5BA24E9B2E51DD123"/>
  </w:style>
  <w:style w:type="paragraph" w:customStyle="1" w:styleId="9989B025164C4F758AA577B1680C660E">
    <w:name w:val="9989B025164C4F758AA577B1680C660E"/>
  </w:style>
  <w:style w:type="paragraph" w:customStyle="1" w:styleId="9F385F54ACA94C93A388B117D4C10BF7">
    <w:name w:val="9F385F54ACA94C93A388B117D4C10BF7"/>
  </w:style>
  <w:style w:type="paragraph" w:customStyle="1" w:styleId="8A4ED74CD546478F80B46009512E88C8">
    <w:name w:val="8A4ED74CD546478F80B46009512E88C8"/>
  </w:style>
  <w:style w:type="paragraph" w:customStyle="1" w:styleId="FD21C4FE955E42DB93E709101E51B837">
    <w:name w:val="FD21C4FE955E42DB93E709101E51B837"/>
  </w:style>
  <w:style w:type="paragraph" w:customStyle="1" w:styleId="F01C9BFDC5C14FFCA8BCD00C645623451">
    <w:name w:val="F01C9BFDC5C14FFCA8BCD00C645623451"/>
    <w:rsid w:val="004169CA"/>
    <w:pPr>
      <w:spacing w:after="120" w:line="240" w:lineRule="auto"/>
    </w:pPr>
    <w:rPr>
      <w:rFonts w:ascii="Arial Narrow" w:eastAsia="Times New Roman" w:hAnsi="Arial Narrow" w:cs="Times New Roman"/>
      <w:kern w:val="0"/>
      <w:sz w:val="22"/>
      <w:lang w:eastAsia="de-DE"/>
      <w14:ligatures w14:val="none"/>
    </w:rPr>
  </w:style>
  <w:style w:type="paragraph" w:customStyle="1" w:styleId="CC565DA2B54345CC86F363FB3399A4A31">
    <w:name w:val="CC565DA2B54345CC86F363FB3399A4A31"/>
    <w:rsid w:val="004169CA"/>
    <w:pPr>
      <w:spacing w:after="120" w:line="240" w:lineRule="auto"/>
    </w:pPr>
    <w:rPr>
      <w:rFonts w:ascii="Arial Narrow" w:eastAsia="Times New Roman" w:hAnsi="Arial Narrow" w:cs="Times New Roman"/>
      <w:kern w:val="0"/>
      <w:sz w:val="22"/>
      <w:lang w:eastAsia="de-DE"/>
      <w14:ligatures w14:val="none"/>
    </w:rPr>
  </w:style>
  <w:style w:type="paragraph" w:customStyle="1" w:styleId="ED1EED5341E3494997BC62C8808C1F491">
    <w:name w:val="ED1EED5341E3494997BC62C8808C1F491"/>
    <w:rsid w:val="004169CA"/>
    <w:pPr>
      <w:spacing w:after="120" w:line="240" w:lineRule="auto"/>
    </w:pPr>
    <w:rPr>
      <w:rFonts w:ascii="Arial Narrow" w:eastAsia="Times New Roman" w:hAnsi="Arial Narrow" w:cs="Times New Roman"/>
      <w:kern w:val="0"/>
      <w:sz w:val="22"/>
      <w:lang w:eastAsia="de-DE"/>
      <w14:ligatures w14:val="none"/>
    </w:rPr>
  </w:style>
  <w:style w:type="paragraph" w:customStyle="1" w:styleId="3B9693AA5491493AAC6CBDDC63B3BA721">
    <w:name w:val="3B9693AA5491493AAC6CBDDC63B3BA721"/>
    <w:rsid w:val="004169CA"/>
    <w:pPr>
      <w:spacing w:after="120" w:line="240" w:lineRule="auto"/>
    </w:pPr>
    <w:rPr>
      <w:rFonts w:ascii="Arial Narrow" w:eastAsia="Times New Roman" w:hAnsi="Arial Narrow" w:cs="Times New Roman"/>
      <w:kern w:val="0"/>
      <w:sz w:val="22"/>
      <w:lang w:eastAsia="de-DE"/>
      <w14:ligatures w14:val="none"/>
    </w:rPr>
  </w:style>
  <w:style w:type="paragraph" w:customStyle="1" w:styleId="9989B025164C4F758AA577B1680C660E1">
    <w:name w:val="9989B025164C4F758AA577B1680C660E1"/>
    <w:rsid w:val="004169CA"/>
    <w:pPr>
      <w:spacing w:after="120" w:line="240" w:lineRule="auto"/>
    </w:pPr>
    <w:rPr>
      <w:rFonts w:ascii="Arial Narrow" w:eastAsia="Times New Roman" w:hAnsi="Arial Narrow" w:cs="Times New Roman"/>
      <w:kern w:val="0"/>
      <w:sz w:val="22"/>
      <w:lang w:eastAsia="de-DE"/>
      <w14:ligatures w14:val="none"/>
    </w:rPr>
  </w:style>
  <w:style w:type="paragraph" w:customStyle="1" w:styleId="9F385F54ACA94C93A388B117D4C10BF71">
    <w:name w:val="9F385F54ACA94C93A388B117D4C10BF71"/>
    <w:rsid w:val="004169CA"/>
    <w:pPr>
      <w:spacing w:after="120" w:line="240" w:lineRule="auto"/>
    </w:pPr>
    <w:rPr>
      <w:rFonts w:ascii="Arial Narrow" w:eastAsia="Times New Roman" w:hAnsi="Arial Narrow" w:cs="Times New Roman"/>
      <w:kern w:val="0"/>
      <w:sz w:val="22"/>
      <w:lang w:eastAsia="de-DE"/>
      <w14:ligatures w14:val="none"/>
    </w:rPr>
  </w:style>
  <w:style w:type="paragraph" w:customStyle="1" w:styleId="8A4ED74CD546478F80B46009512E88C81">
    <w:name w:val="8A4ED74CD546478F80B46009512E88C81"/>
    <w:rsid w:val="004169CA"/>
    <w:pPr>
      <w:spacing w:after="120" w:line="240" w:lineRule="auto"/>
    </w:pPr>
    <w:rPr>
      <w:rFonts w:ascii="Arial Narrow" w:eastAsia="Times New Roman" w:hAnsi="Arial Narrow" w:cs="Times New Roman"/>
      <w:kern w:val="0"/>
      <w:sz w:val="22"/>
      <w:lang w:eastAsia="de-DE"/>
      <w14:ligatures w14:val="none"/>
    </w:rPr>
  </w:style>
  <w:style w:type="paragraph" w:customStyle="1" w:styleId="FD21C4FE955E42DB93E709101E51B8371">
    <w:name w:val="FD21C4FE955E42DB93E709101E51B8371"/>
    <w:rsid w:val="004169CA"/>
    <w:pPr>
      <w:spacing w:after="120" w:line="240" w:lineRule="auto"/>
    </w:pPr>
    <w:rPr>
      <w:rFonts w:ascii="Arial Narrow" w:eastAsia="Times New Roman" w:hAnsi="Arial Narrow" w:cs="Times New Roman"/>
      <w:kern w:val="0"/>
      <w:sz w:val="22"/>
      <w:lang w:eastAsia="de-DE"/>
      <w14:ligatures w14:val="none"/>
    </w:rPr>
  </w:style>
  <w:style w:type="paragraph" w:customStyle="1" w:styleId="469C03144EFB496DBF2DEFD05AEFEE71">
    <w:name w:val="469C03144EFB496DBF2DEFD05AEFEE71"/>
    <w:rsid w:val="004169CA"/>
    <w:pPr>
      <w:spacing w:after="120" w:line="240" w:lineRule="auto"/>
    </w:pPr>
    <w:rPr>
      <w:rFonts w:ascii="Arial Narrow" w:eastAsia="Times New Roman" w:hAnsi="Arial Narrow" w:cs="Times New Roman"/>
      <w:kern w:val="0"/>
      <w:sz w:val="22"/>
      <w:lang w:eastAsia="de-DE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1663C6CEEE474AB7A75D47C7492EF0" ma:contentTypeVersion="19" ma:contentTypeDescription="Ein neues Dokument erstellen." ma:contentTypeScope="" ma:versionID="606e9dcf2b288da50f536ad200160af5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05a99be9913c634a5e2816684d14cabb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VXEHHNPPKHJR-1000582777-2166140</_dlc_DocId>
    <_dlc_DocIdUrl xmlns="fc48761f-100f-4b21-bfba-e6963edc687a">
      <Url>https://voev.sharepoint.com/sites/AbtoeffentlicherVerkehrVoeV/_layouts/15/DocIdRedir.aspx?ID=VXEHHNPPKHJR-1000582777-2166140</Url>
      <Description>VXEHHNPPKHJR-1000582777-2166140</Description>
    </_dlc_DocIdUrl>
  </documentManagement>
</p:properties>
</file>

<file path=customXml/itemProps1.xml><?xml version="1.0" encoding="utf-8"?>
<ds:datastoreItem xmlns:ds="http://schemas.openxmlformats.org/officeDocument/2006/customXml" ds:itemID="{A5EE934D-EDD7-40B9-8EC6-95EE678A0E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f2d33b-e58c-4b22-aaee-1c3e400aa24b"/>
    <ds:schemaRef ds:uri="fc48761f-100f-4b21-bfba-e6963edc687a"/>
    <ds:schemaRef ds:uri="dd2d40b1-f6cb-4cdd-b8f9-486b41866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684E49-BD02-4218-AC36-8E1671B717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5D8D6D-967B-463F-B971-AB92E3C13A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36DB63-A482-4BF3-9D02-3A8E47419B8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3FD9801-FCD3-43F9-9C9F-B6E01F848973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  <ds:schemaRef ds:uri="fc48761f-100f-4b21-bfba-e6963edc68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x-RTE-xxxxx-xLecture-Revision-propositions_Vorlage-2023-01</Template>
  <TotalTime>0</TotalTime>
  <Pages>1</Pages>
  <Words>72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VöV / UTP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 Reinhard</dc:creator>
  <cp:lastModifiedBy>Nicole Reinhard</cp:lastModifiedBy>
  <cp:revision>4</cp:revision>
  <cp:lastPrinted>2015-04-22T09:18:00Z</cp:lastPrinted>
  <dcterms:created xsi:type="dcterms:W3CDTF">2025-03-24T12:52:00Z</dcterms:created>
  <dcterms:modified xsi:type="dcterms:W3CDTF">2025-06-05T12:16:00Z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3769700</vt:r8>
  </property>
  <property fmtid="{D5CDD505-2E9C-101B-9397-08002B2CF9AE}" pid="4" name="_dlc_DocIdItemGuid">
    <vt:lpwstr>fec53a0d-6843-4e37-87d8-47ce3b4d2b58</vt:lpwstr>
  </property>
  <property fmtid="{D5CDD505-2E9C-101B-9397-08002B2CF9AE}" pid="5" name="MediaServiceImageTags">
    <vt:lpwstr/>
  </property>
</Properties>
</file>